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ain host layout table"/>
      </w:tblPr>
      <w:tblGrid>
        <w:gridCol w:w="3780"/>
        <w:gridCol w:w="6732"/>
      </w:tblGrid>
      <w:tr w:rsidR="002C2CDD" w:rsidRPr="00333CD3" w:rsidTr="00BA781D">
        <w:trPr>
          <w:trHeight w:val="30816"/>
        </w:trPr>
        <w:tc>
          <w:tcPr>
            <w:tcW w:w="3780" w:type="dxa"/>
            <w:tcMar>
              <w:top w:w="504" w:type="dxa"/>
              <w:right w:w="720" w:type="dxa"/>
            </w:tcMar>
          </w:tcPr>
          <w:p w:rsidR="00523479" w:rsidRDefault="0068279D" w:rsidP="00523479">
            <w:pPr>
              <w:pStyle w:val="Initials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B341B7E" wp14:editId="390F77A8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1728470</wp:posOffset>
                  </wp:positionV>
                  <wp:extent cx="1855789" cy="1887891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SC_9114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870" r="19015"/>
                          <a:stretch/>
                        </pic:blipFill>
                        <pic:spPr bwMode="auto">
                          <a:xfrm>
                            <a:off x="0" y="0"/>
                            <a:ext cx="1855789" cy="18878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02DC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1" layoutInCell="1" allowOverlap="1" wp14:anchorId="6F1BDA55" wp14:editId="1A93D1B6">
                      <wp:simplePos x="0" y="0"/>
                      <wp:positionH relativeFrom="column">
                        <wp:posOffset>238125</wp:posOffset>
                      </wp:positionH>
                      <wp:positionV relativeFrom="page">
                        <wp:posOffset>-401955</wp:posOffset>
                      </wp:positionV>
                      <wp:extent cx="6390005" cy="1636395"/>
                      <wp:effectExtent l="0" t="0" r="0" b="1905"/>
                      <wp:wrapNone/>
                      <wp:docPr id="1" name="Group 1" descr="Header graphics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390005" cy="1636395"/>
                                <a:chOff x="0" y="0"/>
                                <a:chExt cx="6665911" cy="1810385"/>
                              </a:xfrm>
                            </wpg:grpSpPr>
                            <wps:wsp>
                              <wps:cNvPr id="43" name="Red rectangle"/>
                              <wps:cNvSpPr/>
                              <wps:spPr>
                                <a:xfrm>
                                  <a:off x="1133475" y="419100"/>
                                  <a:ext cx="5532436" cy="100584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Red circle"/>
                              <wps:cNvSpPr/>
                              <wps:spPr>
                                <a:xfrm>
                                  <a:off x="0" y="0"/>
                                  <a:ext cx="1810488" cy="1810385"/>
                                </a:xfrm>
                                <a:prstGeom prst="donut">
                                  <a:avLst>
                                    <a:gd name="adj" fmla="val 2897"/>
                                  </a:avLst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White circle"/>
                              <wps:cNvSpPr/>
                              <wps:spPr>
                                <a:xfrm>
                                  <a:off x="57150" y="57150"/>
                                  <a:ext cx="1704460" cy="17043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6110A7" id="Group 1" o:spid="_x0000_s1026" alt="Header graphics" style="position:absolute;margin-left:18.75pt;margin-top:-31.65pt;width:503.15pt;height:128.85pt;z-index:-251657216;mso-position-vertical-relative:page" coordsize="66659,18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">
                      <v:rect id="Red rectangle" o:spid="_x0000_s1027" style="position:absolute;left:11334;top:4191;width:55325;height:100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zMNcUA&#10;AADbAAAADwAAAGRycy9kb3ducmV2LnhtbESPQWvCQBSE7wX/w/KE3pqNplSJriKCIKUUmurB2yP7&#10;zEazb0N2jWl/fbdQ6HGYmW+Y5Xqwjeip87VjBZMkBUFcOl1zpeDwuXuag/ABWWPjmBR8kYf1avSw&#10;xFy7O39QX4RKRAj7HBWYENpcSl8asugT1xJH7+w6iyHKrpK6w3uE20ZO0/RFWqw5LhhsaWuovBY3&#10;q+D1MssK02/67+ydjsYd3067rVfqcTxsFiACDeE//NfeawXPGfx+i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rMw1xQAAANsAAAAPAAAAAAAAAAAAAAAAAJgCAABkcnMv&#10;ZG93bnJldi54bWxQSwUGAAAAAAQABAD1AAAAigMAAAAA&#10;" fillcolor="#ea4e4e [3204]" stroked="f" strokeweight="1pt"/>
                      <v:shapetype id="_x0000_t23" coordsize="21600,21600" o:spt="23" adj="5400" path="m,10800qy10800,,21600,10800,10800,21600,,10800xm@0,10800qy10800@2@1,10800,10800@0@0,10800xe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</v:formulas>
                        <v:path o:connecttype="custom" o:connectlocs="10800,0;3163,3163;0,10800;3163,18437;10800,21600;18437,18437;21600,10800;18437,3163" textboxrect="3163,3163,18437,18437"/>
                        <v:handles>
                          <v:h position="#0,center" xrange="0,10800"/>
                        </v:handles>
                      </v:shapetype>
                      <v:shape id="Red circle" o:spid="_x0000_s1028" type="#_x0000_t23" style="position:absolute;width:18104;height:181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41LcUA&#10;AADbAAAADwAAAGRycy9kb3ducmV2LnhtbESPQUsDMRSE74L/ITzBi7TZahHZNi2rYpFeirXQ6+vm&#10;uVncvIQkdrf99aYgeBxm5htmvhxsJ44UYutYwWRcgCCunW65UbD7fBs9gYgJWWPnmBScKMJycX01&#10;x1K7nj/ouE2NyBCOJSowKflSylgbshjHzhNn78sFiynL0EgdsM9w28n7oniUFlvOCwY9vRiqv7c/&#10;VsH58Pp8V/mH1Tr0q4nfV2a/SYNStzdDNQORaEj/4b/2u1YwncLlS/4B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/jUtxQAAANsAAAAPAAAAAAAAAAAAAAAAAJgCAABkcnMv&#10;ZG93bnJldi54bWxQSwUGAAAAAAQABAD1AAAAigMAAAAA&#10;" adj="626" fillcolor="#ea4e4e [3204]" stroked="f" strokeweight="1pt">
                        <v:stroke joinstyle="miter"/>
                      </v:shape>
                      <v:oval id="White circle" o:spid="_x0000_s1029" style="position:absolute;left:571;top:571;width:17045;height:170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hQlcUA&#10;AADaAAAADwAAAGRycy9kb3ducmV2LnhtbESP3WrCQBSE7wXfYTkF7+qmiqVEVyn+UdC2GIXSu0P2&#10;NAlmz4bd1aRv7xYKXg4z8w0zW3SmFldyvrKs4GmYgCDOra64UHA6bh5fQPiArLG2TAp+ycNi3u/N&#10;MNW25QNds1CICGGfooIyhCaV0uclGfRD2xBH78c6gyFKV0jtsI1wU8tRkjxLgxXHhRIbWpaUn7OL&#10;UbD/+jiP3WS7+nxf79osGU+qbPet1OChe52CCNSFe/i//aYVjODvSrwB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FCVxQAAANoAAAAPAAAAAAAAAAAAAAAAAJgCAABkcnMv&#10;ZG93bnJldi54bWxQSwUGAAAAAAQABAD1AAAAigMAAAAA&#10;" fillcolor="white [3212]" stroked="f" strokeweight="1pt">
                        <v:stroke joinstyle="miter"/>
                      </v:oval>
                      <w10:wrap anchory="page"/>
                      <w10:anchorlock/>
                    </v:group>
                  </w:pict>
                </mc:Fallback>
              </mc:AlternateContent>
            </w:r>
            <w:r w:rsidR="0008176A">
              <w:t xml:space="preserve">  </w:t>
            </w:r>
            <w:sdt>
              <w:sdtPr>
                <w:alias w:val="Initials:"/>
                <w:tag w:val="Initials:"/>
                <w:id w:val="-606576828"/>
                <w:placeholder>
                  <w:docPart w:val="C8BAC4E2072D49FBA0CFE6556CE32D4B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15:appearance w15:val="hidden"/>
                <w:text/>
              </w:sdtPr>
              <w:sdtEndPr/>
              <w:sdtContent>
                <w:r w:rsidR="003D3DEA">
                  <w:t>AH</w:t>
                </w:r>
              </w:sdtContent>
            </w:sdt>
          </w:p>
          <w:p w:rsidR="00253F98" w:rsidRDefault="00253F98" w:rsidP="007569C1">
            <w:pPr>
              <w:pStyle w:val="Heading3"/>
            </w:pPr>
          </w:p>
          <w:p w:rsidR="00C46512" w:rsidRDefault="00C46512" w:rsidP="007569C1">
            <w:pPr>
              <w:pStyle w:val="Heading3"/>
            </w:pPr>
          </w:p>
          <w:p w:rsidR="00C46512" w:rsidRDefault="00C46512" w:rsidP="007569C1">
            <w:pPr>
              <w:pStyle w:val="Heading3"/>
            </w:pPr>
          </w:p>
          <w:p w:rsidR="00253F98" w:rsidRDefault="00253F98" w:rsidP="007569C1">
            <w:pPr>
              <w:pStyle w:val="Heading3"/>
            </w:pPr>
          </w:p>
          <w:p w:rsidR="00253F98" w:rsidRDefault="00253F98" w:rsidP="007569C1">
            <w:pPr>
              <w:pStyle w:val="Heading3"/>
            </w:pPr>
          </w:p>
          <w:p w:rsidR="00253F98" w:rsidRDefault="00253F98" w:rsidP="007569C1">
            <w:pPr>
              <w:pStyle w:val="Heading3"/>
            </w:pPr>
          </w:p>
          <w:p w:rsidR="00253F98" w:rsidRDefault="00253F98" w:rsidP="007569C1">
            <w:pPr>
              <w:pStyle w:val="Heading3"/>
            </w:pPr>
          </w:p>
          <w:p w:rsidR="00253F98" w:rsidRDefault="00253F98" w:rsidP="007569C1">
            <w:pPr>
              <w:pStyle w:val="Heading3"/>
            </w:pPr>
          </w:p>
          <w:p w:rsidR="00253F98" w:rsidRDefault="00253F98" w:rsidP="007569C1">
            <w:pPr>
              <w:pStyle w:val="Heading3"/>
            </w:pPr>
          </w:p>
          <w:p w:rsidR="002C2CDD" w:rsidRPr="00333CD3" w:rsidRDefault="00D75218" w:rsidP="007569C1">
            <w:pPr>
              <w:pStyle w:val="Heading3"/>
            </w:pPr>
            <w:sdt>
              <w:sdtPr>
                <w:alias w:val="Skills:"/>
                <w:tag w:val="Skills:"/>
                <w:id w:val="1490835561"/>
                <w:placeholder>
                  <w:docPart w:val="63B6C659A0B5472298F23C6BD8273599"/>
                </w:placeholder>
                <w:temporary/>
                <w:showingPlcHdr/>
                <w15:appearance w15:val="hidden"/>
              </w:sdtPr>
              <w:sdtEndPr/>
              <w:sdtContent>
                <w:r w:rsidR="002C2CDD" w:rsidRPr="00333CD3">
                  <w:t>Skills</w:t>
                </w:r>
              </w:sdtContent>
            </w:sdt>
          </w:p>
          <w:p w:rsidR="00741125" w:rsidRDefault="000E25B4" w:rsidP="0045059B">
            <w:r>
              <w:t xml:space="preserve">Certified in Projects WILD, </w:t>
            </w:r>
            <w:r w:rsidR="0045059B">
              <w:t>Learning Tree</w:t>
            </w:r>
            <w:r>
              <w:t>, and WET</w:t>
            </w:r>
          </w:p>
          <w:p w:rsidR="00E53224" w:rsidRDefault="00E53224" w:rsidP="0045059B"/>
          <w:p w:rsidR="00E53224" w:rsidRDefault="00E53224" w:rsidP="00E53224">
            <w:r>
              <w:t>Implementing and analyzing formative assessments</w:t>
            </w:r>
          </w:p>
          <w:p w:rsidR="00E53224" w:rsidRDefault="00E53224" w:rsidP="00E53224"/>
          <w:p w:rsidR="00E53224" w:rsidRDefault="00E53224" w:rsidP="00E53224">
            <w:r>
              <w:t>Accommodating/modifying for students with special needs</w:t>
            </w:r>
          </w:p>
          <w:p w:rsidR="00351872" w:rsidRDefault="00351872" w:rsidP="0045059B"/>
          <w:p w:rsidR="00E53224" w:rsidRDefault="00E53224" w:rsidP="0045059B">
            <w:r>
              <w:t xml:space="preserve">Differentiating </w:t>
            </w:r>
          </w:p>
          <w:p w:rsidR="00E53224" w:rsidRDefault="00E53224" w:rsidP="0045059B"/>
          <w:p w:rsidR="00351872" w:rsidRDefault="00351872" w:rsidP="0045059B">
            <w:r>
              <w:t>Private Tutoring</w:t>
            </w:r>
          </w:p>
          <w:p w:rsidR="00E53224" w:rsidRDefault="00E53224" w:rsidP="0045059B"/>
          <w:p w:rsidR="00E53224" w:rsidRDefault="00E53224" w:rsidP="0045059B">
            <w:r>
              <w:t>Creating a positive learning environment</w:t>
            </w:r>
          </w:p>
          <w:p w:rsidR="003D3DEA" w:rsidRDefault="003D3DEA" w:rsidP="0045059B"/>
          <w:p w:rsidR="003D3DEA" w:rsidRDefault="00E53224" w:rsidP="0045059B">
            <w:r>
              <w:t>Time Management</w:t>
            </w:r>
          </w:p>
          <w:p w:rsidR="00E53224" w:rsidRDefault="00E53224" w:rsidP="0045059B"/>
          <w:p w:rsidR="00E53224" w:rsidRDefault="00E53224" w:rsidP="0045059B">
            <w:r>
              <w:t>Organization</w:t>
            </w:r>
          </w:p>
          <w:p w:rsidR="00C46512" w:rsidRPr="00333CD3" w:rsidRDefault="00C46512" w:rsidP="0045059B"/>
        </w:tc>
        <w:tc>
          <w:tcPr>
            <w:tcW w:w="6732" w:type="dxa"/>
            <w:tcMar>
              <w:top w:w="504" w:type="dxa"/>
              <w:left w:w="0" w:type="dxa"/>
            </w:tcMar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bottom w:w="965" w:type="dxa"/>
                <w:right w:w="432" w:type="dxa"/>
              </w:tblCellMar>
              <w:tblLook w:val="04A0" w:firstRow="1" w:lastRow="0" w:firstColumn="1" w:lastColumn="0" w:noHBand="0" w:noVBand="1"/>
              <w:tblDescription w:val="Heading layout table"/>
            </w:tblPr>
            <w:tblGrid>
              <w:gridCol w:w="6732"/>
            </w:tblGrid>
            <w:tr w:rsidR="00C612DA" w:rsidRPr="00333CD3" w:rsidTr="00253F98">
              <w:trPr>
                <w:trHeight w:hRule="exact" w:val="1197"/>
              </w:trPr>
              <w:tc>
                <w:tcPr>
                  <w:tcW w:w="6055" w:type="dxa"/>
                  <w:vAlign w:val="center"/>
                </w:tcPr>
                <w:p w:rsidR="00C612DA" w:rsidRPr="00333CD3" w:rsidRDefault="00D75218" w:rsidP="00C612DA">
                  <w:pPr>
                    <w:pStyle w:val="Heading1"/>
                    <w:outlineLvl w:val="0"/>
                  </w:pPr>
                  <w:sdt>
                    <w:sdtPr>
                      <w:alias w:val="Your Name:"/>
                      <w:tag w:val="Your Name:"/>
                      <w:id w:val="1982421306"/>
                      <w:placeholder>
                        <w:docPart w:val="53827B630E7143FF940F0FF3C19898C8"/>
                      </w:placeholder>
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<w15:appearance w15:val="hidden"/>
                      <w:text w:multiLine="1"/>
                    </w:sdtPr>
                    <w:sdtEndPr/>
                    <w:sdtContent>
                      <w:r w:rsidR="00253F98">
                        <w:rPr>
                          <w:caps w:val="0"/>
                        </w:rPr>
                        <w:t>Abby Harnack</w:t>
                      </w:r>
                    </w:sdtContent>
                  </w:sdt>
                </w:p>
                <w:p w:rsidR="00C612DA" w:rsidRPr="00333CD3" w:rsidRDefault="00D75218" w:rsidP="00253F98">
                  <w:pPr>
                    <w:pStyle w:val="Heading2"/>
                    <w:outlineLvl w:val="1"/>
                  </w:pPr>
                  <w:sdt>
                    <w:sdtPr>
                      <w:rPr>
                        <w:sz w:val="22"/>
                      </w:rPr>
                      <w:alias w:val="Profession or Industry:"/>
                      <w:tag w:val="Profession or Industry:"/>
                      <w:id w:val="-83681269"/>
                      <w:placeholder>
                        <w:docPart w:val="395FFA8F74F14084A110739C5AACEC62"/>
                      </w:placeholder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15:appearance w15:val="hidden"/>
                      <w:text w:multiLine="1"/>
                    </w:sdtPr>
                    <w:sdtEndPr/>
                    <w:sdtContent>
                      <w:r w:rsidR="00253F98" w:rsidRPr="00253F98">
                        <w:rPr>
                          <w:caps w:val="0"/>
                          <w:sz w:val="22"/>
                        </w:rPr>
                        <w:t>226 Vintage Lane Campbellsville, KY 42718</w:t>
                      </w:r>
                    </w:sdtContent>
                  </w:sdt>
                  <w:r w:rsidR="00253F98" w:rsidRPr="00253F98">
                    <w:rPr>
                      <w:caps w:val="0"/>
                      <w:sz w:val="22"/>
                    </w:rPr>
                    <w:t xml:space="preserve"> | (270) 320-2587 abbynharnack@gmail.com </w:t>
                  </w:r>
                  <w:r w:rsidR="00253F98" w:rsidRPr="00253F98">
                    <w:rPr>
                      <w:sz w:val="22"/>
                    </w:rPr>
                    <w:t xml:space="preserve">| </w:t>
                  </w:r>
                  <w:r w:rsidR="00253F98" w:rsidRPr="00253F98">
                    <w:rPr>
                      <w:caps w:val="0"/>
                      <w:sz w:val="22"/>
                    </w:rPr>
                    <w:t>msharnack.wikispaces.com</w:t>
                  </w:r>
                </w:p>
              </w:tc>
            </w:tr>
          </w:tbl>
          <w:p w:rsidR="002C2CDD" w:rsidRPr="00333CD3" w:rsidRDefault="00D75218" w:rsidP="00B71280">
            <w:pPr>
              <w:pStyle w:val="Heading3"/>
              <w:spacing w:before="0" w:after="0"/>
            </w:pPr>
            <w:sdt>
              <w:sdtPr>
                <w:alias w:val="Experience:"/>
                <w:tag w:val="Experience:"/>
                <w:id w:val="1217937480"/>
                <w:placeholder>
                  <w:docPart w:val="0BB874A7D0AB4301925E9F8D1D7A1C97"/>
                </w:placeholder>
                <w:temporary/>
                <w:showingPlcHdr/>
                <w15:appearance w15:val="hidden"/>
              </w:sdtPr>
              <w:sdtEndPr/>
              <w:sdtContent>
                <w:r w:rsidR="002C2CDD" w:rsidRPr="00333CD3">
                  <w:t>Experience</w:t>
                </w:r>
              </w:sdtContent>
            </w:sdt>
          </w:p>
          <w:p w:rsidR="002C2CDD" w:rsidRDefault="0045059B" w:rsidP="007569C1">
            <w:pPr>
              <w:pStyle w:val="Heading4"/>
              <w:rPr>
                <w:caps w:val="0"/>
              </w:rPr>
            </w:pPr>
            <w:r>
              <w:rPr>
                <w:caps w:val="0"/>
              </w:rPr>
              <w:t>Substitute</w:t>
            </w:r>
            <w:r w:rsidR="00E53224">
              <w:rPr>
                <w:caps w:val="0"/>
              </w:rPr>
              <w:t xml:space="preserve"> Teacher – </w:t>
            </w:r>
            <w:r>
              <w:rPr>
                <w:caps w:val="0"/>
              </w:rPr>
              <w:t>Taylor County School District</w:t>
            </w:r>
            <w:r w:rsidR="00451643">
              <w:rPr>
                <w:caps w:val="0"/>
              </w:rPr>
              <w:t xml:space="preserve">     </w:t>
            </w:r>
            <w:r>
              <w:rPr>
                <w:caps w:val="0"/>
              </w:rPr>
              <w:t>Aug. 2015 – Dec. 2015</w:t>
            </w:r>
          </w:p>
          <w:p w:rsidR="00451643" w:rsidRPr="00E53224" w:rsidRDefault="00451643" w:rsidP="007569C1">
            <w:pPr>
              <w:pStyle w:val="Heading4"/>
              <w:rPr>
                <w:caps w:val="0"/>
              </w:rPr>
            </w:pPr>
            <w:r>
              <w:rPr>
                <w:caps w:val="0"/>
              </w:rPr>
              <w:t>Campbellsville, KY</w:t>
            </w:r>
          </w:p>
          <w:p w:rsidR="00E53224" w:rsidRDefault="00820AFD" w:rsidP="00E53224">
            <w:pPr>
              <w:pStyle w:val="ListParagraph"/>
              <w:numPr>
                <w:ilvl w:val="0"/>
                <w:numId w:val="8"/>
              </w:numPr>
            </w:pPr>
            <w:r>
              <w:t>Implemented classroom management techniques</w:t>
            </w:r>
          </w:p>
          <w:p w:rsidR="002C2CDD" w:rsidRDefault="00E53224" w:rsidP="00194551">
            <w:pPr>
              <w:pStyle w:val="ListParagraph"/>
              <w:numPr>
                <w:ilvl w:val="0"/>
                <w:numId w:val="8"/>
              </w:numPr>
            </w:pPr>
            <w:r>
              <w:t>D</w:t>
            </w:r>
            <w:r w:rsidR="00820AFD">
              <w:t xml:space="preserve">emonstrated flexibility </w:t>
            </w:r>
            <w:r>
              <w:t>at</w:t>
            </w:r>
            <w:r w:rsidR="009908E3">
              <w:t xml:space="preserve"> the elem</w:t>
            </w:r>
            <w:r w:rsidR="00194551">
              <w:t xml:space="preserve">entary, middle, and </w:t>
            </w:r>
            <w:r>
              <w:t>high school levels</w:t>
            </w:r>
          </w:p>
          <w:p w:rsidR="00820AFD" w:rsidRPr="00333CD3" w:rsidRDefault="00820AFD" w:rsidP="00E53224">
            <w:pPr>
              <w:pStyle w:val="ListParagraph"/>
              <w:numPr>
                <w:ilvl w:val="0"/>
                <w:numId w:val="8"/>
              </w:numPr>
            </w:pPr>
            <w:r>
              <w:t xml:space="preserve">Acquired instructional experience in a variety of elementary grade levels and subjects </w:t>
            </w:r>
          </w:p>
          <w:p w:rsidR="002C2CDD" w:rsidRDefault="008C318E" w:rsidP="007569C1">
            <w:pPr>
              <w:pStyle w:val="Heading4"/>
              <w:rPr>
                <w:caps w:val="0"/>
              </w:rPr>
            </w:pPr>
            <w:r>
              <w:rPr>
                <w:caps w:val="0"/>
              </w:rPr>
              <w:t>Special Needs Provider</w:t>
            </w:r>
            <w:r w:rsidR="00E53224">
              <w:rPr>
                <w:caps w:val="0"/>
              </w:rPr>
              <w:t xml:space="preserve"> – LifeSkills </w:t>
            </w:r>
            <w:r w:rsidR="00451643">
              <w:rPr>
                <w:caps w:val="0"/>
              </w:rPr>
              <w:t xml:space="preserve">                               </w:t>
            </w:r>
            <w:r w:rsidR="00125A52">
              <w:rPr>
                <w:caps w:val="0"/>
              </w:rPr>
              <w:t>June 2014 – Aug. 2016</w:t>
            </w:r>
          </w:p>
          <w:p w:rsidR="00451643" w:rsidRPr="00E53224" w:rsidRDefault="00451643" w:rsidP="007569C1">
            <w:pPr>
              <w:pStyle w:val="Heading4"/>
              <w:rPr>
                <w:caps w:val="0"/>
              </w:rPr>
            </w:pPr>
            <w:r>
              <w:rPr>
                <w:caps w:val="0"/>
              </w:rPr>
              <w:t>Bowling Green, KY</w:t>
            </w:r>
          </w:p>
          <w:p w:rsidR="008C318E" w:rsidRDefault="00125A52" w:rsidP="00E53224">
            <w:pPr>
              <w:pStyle w:val="ListParagraph"/>
              <w:numPr>
                <w:ilvl w:val="0"/>
                <w:numId w:val="9"/>
              </w:numPr>
            </w:pPr>
            <w:r>
              <w:t>Challenged</w:t>
            </w:r>
            <w:r w:rsidR="009908E3">
              <w:t xml:space="preserve"> </w:t>
            </w:r>
            <w:r w:rsidR="00E53224">
              <w:t xml:space="preserve">a </w:t>
            </w:r>
            <w:r w:rsidR="009908E3">
              <w:t>child</w:t>
            </w:r>
            <w:r w:rsidR="003A5650">
              <w:t xml:space="preserve"> with tuberous sclerosis to master</w:t>
            </w:r>
            <w:r w:rsidR="009908E3">
              <w:t xml:space="preserve"> developmental, feeding, behavioral, occupational, speech, and physical therapy goals</w:t>
            </w:r>
          </w:p>
          <w:p w:rsidR="009908E3" w:rsidRDefault="00125A52" w:rsidP="00E53224">
            <w:pPr>
              <w:pStyle w:val="ListParagraph"/>
              <w:numPr>
                <w:ilvl w:val="0"/>
                <w:numId w:val="9"/>
              </w:numPr>
            </w:pPr>
            <w:r>
              <w:t>Collaborated</w:t>
            </w:r>
            <w:r w:rsidR="009908E3">
              <w:t xml:space="preserve"> with six therapists regularly</w:t>
            </w:r>
          </w:p>
          <w:p w:rsidR="009908E3" w:rsidRDefault="00125A52" w:rsidP="00E53224">
            <w:pPr>
              <w:pStyle w:val="ListParagraph"/>
              <w:numPr>
                <w:ilvl w:val="0"/>
                <w:numId w:val="9"/>
              </w:numPr>
            </w:pPr>
            <w:r>
              <w:t>Strengthened</w:t>
            </w:r>
            <w:r w:rsidR="00E53224">
              <w:t xml:space="preserve"> </w:t>
            </w:r>
            <w:r w:rsidR="009908E3">
              <w:t xml:space="preserve">reading, math, and daily living skills of child with cerebral palsy  </w:t>
            </w:r>
          </w:p>
          <w:p w:rsidR="00820AFD" w:rsidRDefault="003975D4" w:rsidP="009908E3">
            <w:pPr>
              <w:pStyle w:val="Heading4"/>
              <w:rPr>
                <w:caps w:val="0"/>
              </w:rPr>
            </w:pPr>
            <w:r>
              <w:rPr>
                <w:caps w:val="0"/>
              </w:rPr>
              <w:t>Caregiver</w:t>
            </w:r>
            <w:r w:rsidR="00E53224">
              <w:rPr>
                <w:caps w:val="0"/>
              </w:rPr>
              <w:t xml:space="preserve"> – </w:t>
            </w:r>
            <w:r w:rsidR="008C318E">
              <w:rPr>
                <w:caps w:val="0"/>
              </w:rPr>
              <w:t>First B</w:t>
            </w:r>
            <w:r>
              <w:rPr>
                <w:caps w:val="0"/>
              </w:rPr>
              <w:t>ap</w:t>
            </w:r>
            <w:r w:rsidR="00E53224">
              <w:rPr>
                <w:caps w:val="0"/>
              </w:rPr>
              <w:t>tist Child Development Center</w:t>
            </w:r>
            <w:r w:rsidR="00451643">
              <w:rPr>
                <w:caps w:val="0"/>
              </w:rPr>
              <w:t xml:space="preserve">     </w:t>
            </w:r>
            <w:r>
              <w:rPr>
                <w:caps w:val="0"/>
              </w:rPr>
              <w:t>June 2013 – July 2014</w:t>
            </w:r>
          </w:p>
          <w:p w:rsidR="00451643" w:rsidRDefault="00451643" w:rsidP="009908E3">
            <w:pPr>
              <w:pStyle w:val="Heading4"/>
              <w:rPr>
                <w:caps w:val="0"/>
              </w:rPr>
            </w:pPr>
            <w:r>
              <w:rPr>
                <w:caps w:val="0"/>
              </w:rPr>
              <w:t>Bowling Green, KY</w:t>
            </w:r>
          </w:p>
          <w:p w:rsidR="00820AFD" w:rsidRDefault="00820AFD" w:rsidP="00E53224">
            <w:pPr>
              <w:pStyle w:val="Heading4"/>
              <w:numPr>
                <w:ilvl w:val="0"/>
                <w:numId w:val="10"/>
              </w:numPr>
              <w:rPr>
                <w:rFonts w:asciiTheme="minorHAnsi" w:hAnsiTheme="minorHAnsi"/>
                <w:caps w:val="0"/>
              </w:rPr>
            </w:pPr>
            <w:r>
              <w:rPr>
                <w:rFonts w:asciiTheme="minorHAnsi" w:hAnsiTheme="minorHAnsi"/>
                <w:caps w:val="0"/>
              </w:rPr>
              <w:t>Established positive educational</w:t>
            </w:r>
            <w:r w:rsidR="00E53224">
              <w:rPr>
                <w:rFonts w:asciiTheme="minorHAnsi" w:hAnsiTheme="minorHAnsi"/>
                <w:caps w:val="0"/>
              </w:rPr>
              <w:t xml:space="preserve"> atmosphere for children birth to five years</w:t>
            </w:r>
          </w:p>
          <w:p w:rsidR="00820AFD" w:rsidRDefault="00E53224" w:rsidP="00E53224">
            <w:pPr>
              <w:pStyle w:val="Heading4"/>
              <w:numPr>
                <w:ilvl w:val="0"/>
                <w:numId w:val="10"/>
              </w:numPr>
              <w:rPr>
                <w:rFonts w:asciiTheme="minorHAnsi" w:hAnsiTheme="minorHAnsi"/>
                <w:caps w:val="0"/>
              </w:rPr>
            </w:pPr>
            <w:r>
              <w:rPr>
                <w:rFonts w:asciiTheme="minorHAnsi" w:hAnsiTheme="minorHAnsi"/>
                <w:caps w:val="0"/>
              </w:rPr>
              <w:t>Exhibited</w:t>
            </w:r>
            <w:r w:rsidR="005C1626">
              <w:rPr>
                <w:rFonts w:asciiTheme="minorHAnsi" w:hAnsiTheme="minorHAnsi"/>
                <w:caps w:val="0"/>
              </w:rPr>
              <w:t xml:space="preserve"> leadership skills among colleagues</w:t>
            </w:r>
          </w:p>
          <w:p w:rsidR="00B71280" w:rsidRPr="00B71280" w:rsidRDefault="00CC05BA" w:rsidP="00B71280">
            <w:pPr>
              <w:pStyle w:val="Heading4"/>
              <w:numPr>
                <w:ilvl w:val="0"/>
                <w:numId w:val="10"/>
              </w:numPr>
              <w:rPr>
                <w:rFonts w:asciiTheme="minorHAnsi" w:hAnsiTheme="minorHAnsi"/>
                <w:caps w:val="0"/>
              </w:rPr>
            </w:pPr>
            <w:r>
              <w:rPr>
                <w:rFonts w:asciiTheme="minorHAnsi" w:hAnsiTheme="minorHAnsi"/>
                <w:caps w:val="0"/>
              </w:rPr>
              <w:t>Collaborated effectively</w:t>
            </w:r>
            <w:r w:rsidR="003A5650">
              <w:rPr>
                <w:rFonts w:asciiTheme="minorHAnsi" w:hAnsiTheme="minorHAnsi"/>
                <w:caps w:val="0"/>
              </w:rPr>
              <w:t xml:space="preserve"> with families</w:t>
            </w:r>
          </w:p>
          <w:p w:rsidR="002C2CDD" w:rsidRPr="00333CD3" w:rsidRDefault="00D75218" w:rsidP="00B71280">
            <w:pPr>
              <w:pStyle w:val="Heading3"/>
              <w:spacing w:before="120" w:after="0"/>
            </w:pPr>
            <w:sdt>
              <w:sdtPr>
                <w:alias w:val="Education:"/>
                <w:tag w:val="Education:"/>
                <w:id w:val="1349516922"/>
                <w:placeholder>
                  <w:docPart w:val="8634A2DCE4E842BDB341453046468466"/>
                </w:placeholder>
                <w:temporary/>
                <w:showingPlcHdr/>
                <w15:appearance w15:val="hidden"/>
              </w:sdtPr>
              <w:sdtEndPr/>
              <w:sdtContent>
                <w:r w:rsidR="002C2CDD" w:rsidRPr="00333CD3">
                  <w:t>Education</w:t>
                </w:r>
              </w:sdtContent>
            </w:sdt>
          </w:p>
          <w:p w:rsidR="00194551" w:rsidRDefault="00451643" w:rsidP="007569C1">
            <w:pPr>
              <w:pStyle w:val="Heading4"/>
              <w:rPr>
                <w:caps w:val="0"/>
              </w:rPr>
            </w:pPr>
            <w:r>
              <w:rPr>
                <w:caps w:val="0"/>
              </w:rPr>
              <w:t xml:space="preserve">Bachelor of Science in </w:t>
            </w:r>
            <w:r w:rsidR="00103978">
              <w:rPr>
                <w:caps w:val="0"/>
              </w:rPr>
              <w:t>Education (K-</w:t>
            </w:r>
            <w:r>
              <w:rPr>
                <w:caps w:val="0"/>
              </w:rPr>
              <w:t xml:space="preserve">5)                                                 </w:t>
            </w:r>
            <w:r w:rsidR="00194551">
              <w:rPr>
                <w:caps w:val="0"/>
              </w:rPr>
              <w:t>May 2017</w:t>
            </w:r>
          </w:p>
          <w:p w:rsidR="00451643" w:rsidRPr="00194551" w:rsidRDefault="00451643" w:rsidP="007569C1">
            <w:pPr>
              <w:pStyle w:val="Heading4"/>
              <w:rPr>
                <w:caps w:val="0"/>
              </w:rPr>
            </w:pPr>
            <w:r>
              <w:rPr>
                <w:caps w:val="0"/>
              </w:rPr>
              <w:t>Campbellsville University, Campbellsville, KY</w:t>
            </w:r>
          </w:p>
          <w:p w:rsidR="002C2CDD" w:rsidRDefault="00451643" w:rsidP="0045059B">
            <w:r>
              <w:t xml:space="preserve">Overall </w:t>
            </w:r>
            <w:r w:rsidR="0045059B">
              <w:t>GPA:  4.0</w:t>
            </w:r>
          </w:p>
          <w:p w:rsidR="0045059B" w:rsidRDefault="0045059B" w:rsidP="0045059B">
            <w:r>
              <w:t xml:space="preserve">Praxis Scores:  </w:t>
            </w:r>
            <w:r w:rsidR="00351872">
              <w:t>Mathematics (192</w:t>
            </w:r>
            <w:r>
              <w:t>)</w:t>
            </w:r>
            <w:r w:rsidR="00451643">
              <w:t xml:space="preserve">                             </w:t>
            </w:r>
            <w:r w:rsidR="00103978">
              <w:t xml:space="preserve">   </w:t>
            </w:r>
            <w:r w:rsidR="00451643">
              <w:t>Science (186)</w:t>
            </w:r>
          </w:p>
          <w:p w:rsidR="0045059B" w:rsidRDefault="0045059B" w:rsidP="0045059B">
            <w:r>
              <w:t xml:space="preserve">            </w:t>
            </w:r>
            <w:r w:rsidR="00451643">
              <w:t xml:space="preserve">                Reading/</w:t>
            </w:r>
            <w:r w:rsidR="00351872">
              <w:t>Language Arts (191</w:t>
            </w:r>
            <w:r w:rsidR="00451643">
              <w:t xml:space="preserve">)        </w:t>
            </w:r>
            <w:r w:rsidR="00103978">
              <w:t xml:space="preserve"> </w:t>
            </w:r>
            <w:r w:rsidR="00451643">
              <w:t xml:space="preserve"> </w:t>
            </w:r>
            <w:r w:rsidR="00103978">
              <w:t xml:space="preserve"> </w:t>
            </w:r>
            <w:r w:rsidR="00451643">
              <w:t>Social Studies (183)</w:t>
            </w:r>
          </w:p>
          <w:p w:rsidR="0045059B" w:rsidRDefault="00451643" w:rsidP="0045059B">
            <w:r>
              <w:t xml:space="preserve">                            </w:t>
            </w:r>
            <w:r w:rsidR="0045059B">
              <w:t>Principles of Learning and Teaching (</w:t>
            </w:r>
            <w:r w:rsidR="00351872">
              <w:t>191)</w:t>
            </w:r>
          </w:p>
          <w:p w:rsidR="00BA5DBE" w:rsidRDefault="00BA5DBE" w:rsidP="0045059B">
            <w:r>
              <w:t>Campbellsville University Presidential Ambassador Scholarship</w:t>
            </w:r>
          </w:p>
          <w:p w:rsidR="0045059B" w:rsidRDefault="0045059B" w:rsidP="0045059B">
            <w:r>
              <w:t>Alpha Chi Member</w:t>
            </w:r>
            <w:r w:rsidR="00820AFD">
              <w:t xml:space="preserve"> - A</w:t>
            </w:r>
            <w:r w:rsidR="0067637F">
              <w:t>ttended 2</w:t>
            </w:r>
            <w:r w:rsidR="00820AFD">
              <w:t>016 National Convention in D.C.</w:t>
            </w:r>
          </w:p>
          <w:p w:rsidR="0045059B" w:rsidRDefault="0045059B" w:rsidP="0045059B">
            <w:r>
              <w:t>Kappa Delta Pi Member</w:t>
            </w:r>
          </w:p>
          <w:p w:rsidR="00451643" w:rsidRDefault="00351872" w:rsidP="0045059B">
            <w:r>
              <w:t>Campbellsville University</w:t>
            </w:r>
            <w:r w:rsidR="00820AFD">
              <w:t xml:space="preserve"> Education Club Member</w:t>
            </w:r>
          </w:p>
          <w:p w:rsidR="00F11518" w:rsidRDefault="0067637F" w:rsidP="00F11518">
            <w:pPr>
              <w:ind w:right="-198"/>
            </w:pPr>
            <w:r>
              <w:t>Paired Clinical</w:t>
            </w:r>
            <w:r w:rsidR="00F11518">
              <w:t>/Student Teaching (Aug. 2016 – May 2017)</w:t>
            </w:r>
          </w:p>
          <w:p w:rsidR="00F11518" w:rsidRDefault="00F11518" w:rsidP="00194551">
            <w:pPr>
              <w:pStyle w:val="ListParagraph"/>
              <w:numPr>
                <w:ilvl w:val="0"/>
                <w:numId w:val="11"/>
              </w:numPr>
              <w:ind w:right="-198"/>
            </w:pPr>
            <w:r>
              <w:t>Kentucky Christian Academy – 1</w:t>
            </w:r>
            <w:r w:rsidRPr="00194551">
              <w:rPr>
                <w:vertAlign w:val="superscript"/>
              </w:rPr>
              <w:t>st</w:t>
            </w:r>
            <w:r w:rsidR="00194551">
              <w:t xml:space="preserve"> Grade – Mrs. </w:t>
            </w:r>
            <w:r>
              <w:t>Ward</w:t>
            </w:r>
          </w:p>
          <w:p w:rsidR="00F11518" w:rsidRDefault="00194551" w:rsidP="00F11518">
            <w:pPr>
              <w:ind w:right="-198"/>
            </w:pPr>
            <w:r>
              <w:t xml:space="preserve">              </w:t>
            </w:r>
            <w:r w:rsidR="00F11518">
              <w:t>(self-contained classroom)</w:t>
            </w:r>
          </w:p>
          <w:p w:rsidR="00194551" w:rsidRDefault="00F11518" w:rsidP="00194551">
            <w:pPr>
              <w:pStyle w:val="ListParagraph"/>
              <w:numPr>
                <w:ilvl w:val="0"/>
                <w:numId w:val="11"/>
              </w:numPr>
              <w:ind w:right="-198"/>
            </w:pPr>
            <w:r>
              <w:t>Taylor County Elementary School – 4</w:t>
            </w:r>
            <w:r w:rsidRPr="00194551">
              <w:rPr>
                <w:vertAlign w:val="superscript"/>
              </w:rPr>
              <w:t>th</w:t>
            </w:r>
            <w:r>
              <w:t xml:space="preserve"> </w:t>
            </w:r>
            <w:r w:rsidR="00194551">
              <w:t xml:space="preserve">Grade – Mrs. Garrison </w:t>
            </w:r>
          </w:p>
          <w:p w:rsidR="00F11518" w:rsidRDefault="00F11518" w:rsidP="00194551">
            <w:pPr>
              <w:pStyle w:val="ListParagraph"/>
              <w:ind w:right="-198"/>
            </w:pPr>
            <w:r>
              <w:t>(self-paced mathematics classroom)</w:t>
            </w:r>
          </w:p>
          <w:p w:rsidR="00BA781D" w:rsidRPr="00BA781D" w:rsidRDefault="00194551" w:rsidP="00BA5DBE">
            <w:pPr>
              <w:pStyle w:val="Heading3"/>
              <w:spacing w:before="0" w:after="0"/>
            </w:pPr>
            <w:r>
              <w:lastRenderedPageBreak/>
              <w:t>VOlunteer Experience and Leadership</w:t>
            </w:r>
          </w:p>
          <w:p w:rsidR="00633436" w:rsidRDefault="00633436" w:rsidP="00351872">
            <w:pPr>
              <w:pStyle w:val="Heading4"/>
              <w:rPr>
                <w:caps w:val="0"/>
              </w:rPr>
            </w:pPr>
          </w:p>
          <w:p w:rsidR="00BA5DBE" w:rsidRDefault="00351872" w:rsidP="00351872">
            <w:pPr>
              <w:pStyle w:val="Heading4"/>
              <w:rPr>
                <w:caps w:val="0"/>
              </w:rPr>
            </w:pPr>
            <w:r>
              <w:rPr>
                <w:caps w:val="0"/>
              </w:rPr>
              <w:t>Presidential Ambassador (4 years)</w:t>
            </w:r>
          </w:p>
          <w:p w:rsidR="00BA5DBE" w:rsidRPr="00BA5DBE" w:rsidRDefault="00194551" w:rsidP="00194551">
            <w:pPr>
              <w:pStyle w:val="Heading4"/>
              <w:numPr>
                <w:ilvl w:val="0"/>
                <w:numId w:val="11"/>
              </w:numPr>
              <w:rPr>
                <w:rFonts w:asciiTheme="minorHAnsi" w:hAnsiTheme="minorHAnsi"/>
                <w:caps w:val="0"/>
              </w:rPr>
            </w:pPr>
            <w:r>
              <w:rPr>
                <w:rFonts w:asciiTheme="minorHAnsi" w:hAnsiTheme="minorHAnsi"/>
                <w:caps w:val="0"/>
              </w:rPr>
              <w:t>Serve as</w:t>
            </w:r>
            <w:r w:rsidR="00BA781D" w:rsidRPr="00BA5DBE">
              <w:rPr>
                <w:rFonts w:asciiTheme="minorHAnsi" w:hAnsiTheme="minorHAnsi"/>
                <w:caps w:val="0"/>
              </w:rPr>
              <w:t xml:space="preserve"> student repres</w:t>
            </w:r>
            <w:r>
              <w:rPr>
                <w:rFonts w:asciiTheme="minorHAnsi" w:hAnsiTheme="minorHAnsi"/>
                <w:caps w:val="0"/>
              </w:rPr>
              <w:t>entative for</w:t>
            </w:r>
            <w:r w:rsidR="00BA781D" w:rsidRPr="00BA5DBE">
              <w:rPr>
                <w:rFonts w:asciiTheme="minorHAnsi" w:hAnsiTheme="minorHAnsi"/>
                <w:caps w:val="0"/>
              </w:rPr>
              <w:t xml:space="preserve"> Campbellsville University</w:t>
            </w:r>
          </w:p>
          <w:p w:rsidR="00BA781D" w:rsidRPr="00BA5DBE" w:rsidRDefault="00125A52" w:rsidP="00194551">
            <w:pPr>
              <w:pStyle w:val="Heading4"/>
              <w:numPr>
                <w:ilvl w:val="0"/>
                <w:numId w:val="11"/>
              </w:numPr>
              <w:rPr>
                <w:rFonts w:asciiTheme="minorHAnsi" w:hAnsiTheme="minorHAnsi"/>
                <w:caps w:val="0"/>
              </w:rPr>
            </w:pPr>
            <w:r>
              <w:rPr>
                <w:rFonts w:asciiTheme="minorHAnsi" w:hAnsiTheme="minorHAnsi"/>
                <w:caps w:val="0"/>
              </w:rPr>
              <w:t>Assist</w:t>
            </w:r>
            <w:r w:rsidR="00194551">
              <w:rPr>
                <w:rFonts w:asciiTheme="minorHAnsi" w:hAnsiTheme="minorHAnsi"/>
                <w:caps w:val="0"/>
              </w:rPr>
              <w:t xml:space="preserve"> faculty and staff</w:t>
            </w:r>
            <w:r w:rsidR="00633436">
              <w:rPr>
                <w:rFonts w:asciiTheme="minorHAnsi" w:hAnsiTheme="minorHAnsi"/>
                <w:caps w:val="0"/>
              </w:rPr>
              <w:t xml:space="preserve"> with </w:t>
            </w:r>
            <w:r w:rsidR="00BA5DBE" w:rsidRPr="00BA5DBE">
              <w:rPr>
                <w:rFonts w:asciiTheme="minorHAnsi" w:hAnsiTheme="minorHAnsi"/>
                <w:caps w:val="0"/>
              </w:rPr>
              <w:t>presidential events and activities</w:t>
            </w:r>
          </w:p>
          <w:p w:rsidR="00BA781D" w:rsidRDefault="00BA781D" w:rsidP="00351872">
            <w:pPr>
              <w:pStyle w:val="Heading4"/>
              <w:rPr>
                <w:caps w:val="0"/>
              </w:rPr>
            </w:pPr>
          </w:p>
          <w:p w:rsidR="0067637F" w:rsidRDefault="0067637F" w:rsidP="00351872">
            <w:pPr>
              <w:pStyle w:val="Heading4"/>
              <w:rPr>
                <w:caps w:val="0"/>
              </w:rPr>
            </w:pPr>
            <w:r>
              <w:rPr>
                <w:caps w:val="0"/>
              </w:rPr>
              <w:t>School of Education Student Advisory Committee</w:t>
            </w:r>
            <w:r w:rsidR="008541FF">
              <w:rPr>
                <w:caps w:val="0"/>
              </w:rPr>
              <w:t xml:space="preserve"> (Fall 2015)</w:t>
            </w:r>
          </w:p>
          <w:p w:rsidR="004C4C24" w:rsidRPr="004C4C24" w:rsidRDefault="004C4C24" w:rsidP="00194551">
            <w:pPr>
              <w:pStyle w:val="Heading4"/>
              <w:numPr>
                <w:ilvl w:val="0"/>
                <w:numId w:val="12"/>
              </w:numPr>
              <w:rPr>
                <w:rFonts w:asciiTheme="minorHAnsi" w:hAnsiTheme="minorHAnsi"/>
                <w:caps w:val="0"/>
              </w:rPr>
            </w:pPr>
            <w:r>
              <w:rPr>
                <w:rFonts w:asciiTheme="minorHAnsi" w:hAnsiTheme="minorHAnsi"/>
                <w:caps w:val="0"/>
              </w:rPr>
              <w:t xml:space="preserve">Nominated to serve on committee </w:t>
            </w:r>
          </w:p>
          <w:p w:rsidR="00B22D4B" w:rsidRPr="00125A52" w:rsidRDefault="008541FF" w:rsidP="00125A52">
            <w:pPr>
              <w:pStyle w:val="Heading4"/>
              <w:numPr>
                <w:ilvl w:val="0"/>
                <w:numId w:val="12"/>
              </w:numPr>
              <w:rPr>
                <w:rFonts w:asciiTheme="minorHAnsi" w:hAnsiTheme="minorHAnsi"/>
                <w:caps w:val="0"/>
              </w:rPr>
            </w:pPr>
            <w:r>
              <w:rPr>
                <w:rFonts w:asciiTheme="minorHAnsi" w:hAnsiTheme="minorHAnsi"/>
                <w:caps w:val="0"/>
              </w:rPr>
              <w:t>Met monthly with the dea</w:t>
            </w:r>
            <w:r w:rsidR="00125A52">
              <w:rPr>
                <w:rFonts w:asciiTheme="minorHAnsi" w:hAnsiTheme="minorHAnsi"/>
                <w:caps w:val="0"/>
              </w:rPr>
              <w:t xml:space="preserve">n of </w:t>
            </w:r>
            <w:r w:rsidRPr="00125A52">
              <w:rPr>
                <w:rFonts w:asciiTheme="minorHAnsi" w:hAnsiTheme="minorHAnsi"/>
                <w:caps w:val="0"/>
              </w:rPr>
              <w:t>School of Education to discuss possible improvements to the program</w:t>
            </w:r>
          </w:p>
          <w:p w:rsidR="00BA781D" w:rsidRDefault="00BA781D" w:rsidP="00351872">
            <w:pPr>
              <w:pStyle w:val="Heading4"/>
              <w:rPr>
                <w:caps w:val="0"/>
              </w:rPr>
            </w:pPr>
          </w:p>
          <w:p w:rsidR="0067637F" w:rsidRDefault="0067637F" w:rsidP="00351872">
            <w:pPr>
              <w:pStyle w:val="Heading4"/>
              <w:rPr>
                <w:caps w:val="0"/>
              </w:rPr>
            </w:pPr>
            <w:r>
              <w:rPr>
                <w:caps w:val="0"/>
              </w:rPr>
              <w:t>Pre-Professional Development Leader</w:t>
            </w:r>
            <w:r w:rsidR="00A0662C">
              <w:rPr>
                <w:caps w:val="0"/>
              </w:rPr>
              <w:t xml:space="preserve"> for School of Education</w:t>
            </w:r>
          </w:p>
          <w:p w:rsidR="004C4C24" w:rsidRDefault="00B22D4B" w:rsidP="00194551">
            <w:pPr>
              <w:pStyle w:val="Heading4"/>
              <w:numPr>
                <w:ilvl w:val="0"/>
                <w:numId w:val="13"/>
              </w:numPr>
              <w:rPr>
                <w:rFonts w:asciiTheme="minorHAnsi" w:hAnsiTheme="minorHAnsi"/>
                <w:caps w:val="0"/>
              </w:rPr>
            </w:pPr>
            <w:r>
              <w:rPr>
                <w:rFonts w:asciiTheme="minorHAnsi" w:hAnsiTheme="minorHAnsi"/>
                <w:caps w:val="0"/>
              </w:rPr>
              <w:t>Designed and presented a PPD seminar</w:t>
            </w:r>
          </w:p>
          <w:p w:rsidR="00A0662C" w:rsidRDefault="00A0662C" w:rsidP="00194551">
            <w:pPr>
              <w:pStyle w:val="Heading4"/>
              <w:numPr>
                <w:ilvl w:val="0"/>
                <w:numId w:val="13"/>
              </w:numPr>
              <w:rPr>
                <w:rFonts w:asciiTheme="minorHAnsi" w:hAnsiTheme="minorHAnsi"/>
                <w:caps w:val="0"/>
              </w:rPr>
            </w:pPr>
            <w:r>
              <w:rPr>
                <w:rFonts w:asciiTheme="minorHAnsi" w:hAnsiTheme="minorHAnsi"/>
                <w:caps w:val="0"/>
              </w:rPr>
              <w:t>Guest speaker for audience</w:t>
            </w:r>
            <w:r w:rsidR="00103978">
              <w:rPr>
                <w:rFonts w:asciiTheme="minorHAnsi" w:hAnsiTheme="minorHAnsi"/>
                <w:caps w:val="0"/>
              </w:rPr>
              <w:t xml:space="preserve"> of 250</w:t>
            </w:r>
            <w:r>
              <w:rPr>
                <w:rFonts w:asciiTheme="minorHAnsi" w:hAnsiTheme="minorHAnsi"/>
                <w:caps w:val="0"/>
              </w:rPr>
              <w:t xml:space="preserve"> teacher candidates</w:t>
            </w:r>
          </w:p>
          <w:p w:rsidR="004C4C24" w:rsidRDefault="004C4C24" w:rsidP="004C4C24">
            <w:pPr>
              <w:pStyle w:val="Heading4"/>
              <w:rPr>
                <w:caps w:val="0"/>
              </w:rPr>
            </w:pPr>
          </w:p>
          <w:p w:rsidR="004C4C24" w:rsidRDefault="004C4C24" w:rsidP="004C4C24">
            <w:pPr>
              <w:pStyle w:val="Heading4"/>
              <w:rPr>
                <w:caps w:val="0"/>
              </w:rPr>
            </w:pPr>
            <w:r>
              <w:rPr>
                <w:caps w:val="0"/>
              </w:rPr>
              <w:t>Ghana, Africa Mission Trip (May 2016)</w:t>
            </w:r>
          </w:p>
          <w:p w:rsidR="004C4C24" w:rsidRDefault="004C4C24" w:rsidP="00194551">
            <w:pPr>
              <w:pStyle w:val="Heading4"/>
              <w:numPr>
                <w:ilvl w:val="0"/>
                <w:numId w:val="14"/>
              </w:numPr>
              <w:rPr>
                <w:rFonts w:asciiTheme="minorHAnsi" w:hAnsiTheme="minorHAnsi"/>
                <w:caps w:val="0"/>
              </w:rPr>
            </w:pPr>
            <w:r>
              <w:rPr>
                <w:rFonts w:asciiTheme="minorHAnsi" w:hAnsiTheme="minorHAnsi"/>
                <w:caps w:val="0"/>
              </w:rPr>
              <w:t>Learned the structure of Faith Roots International Academy</w:t>
            </w:r>
          </w:p>
          <w:p w:rsidR="004C4C24" w:rsidRDefault="004C4C24" w:rsidP="00194551">
            <w:pPr>
              <w:pStyle w:val="Heading4"/>
              <w:numPr>
                <w:ilvl w:val="0"/>
                <w:numId w:val="14"/>
              </w:numPr>
              <w:rPr>
                <w:rFonts w:asciiTheme="minorHAnsi" w:hAnsiTheme="minorHAnsi"/>
                <w:caps w:val="0"/>
              </w:rPr>
            </w:pPr>
            <w:r>
              <w:rPr>
                <w:rFonts w:asciiTheme="minorHAnsi" w:hAnsiTheme="minorHAnsi"/>
                <w:caps w:val="0"/>
              </w:rPr>
              <w:t>Co-taught alon</w:t>
            </w:r>
            <w:r w:rsidR="00194551">
              <w:rPr>
                <w:rFonts w:asciiTheme="minorHAnsi" w:hAnsiTheme="minorHAnsi"/>
                <w:caps w:val="0"/>
              </w:rPr>
              <w:t>gside elementary instructor</w:t>
            </w:r>
          </w:p>
          <w:p w:rsidR="004C4C24" w:rsidRDefault="004C4C24" w:rsidP="00351872">
            <w:pPr>
              <w:pStyle w:val="Heading4"/>
              <w:rPr>
                <w:rFonts w:asciiTheme="minorHAnsi" w:hAnsiTheme="minorHAnsi"/>
                <w:caps w:val="0"/>
              </w:rPr>
            </w:pPr>
          </w:p>
          <w:p w:rsidR="004C4C24" w:rsidRDefault="004C4C24" w:rsidP="004C4C24">
            <w:pPr>
              <w:pStyle w:val="Heading4"/>
              <w:rPr>
                <w:caps w:val="0"/>
              </w:rPr>
            </w:pPr>
            <w:r>
              <w:rPr>
                <w:caps w:val="0"/>
              </w:rPr>
              <w:t>Curbside Ministries (6 years)</w:t>
            </w:r>
          </w:p>
          <w:p w:rsidR="004C4C24" w:rsidRDefault="004C4C24" w:rsidP="00194551">
            <w:pPr>
              <w:pStyle w:val="Heading4"/>
              <w:numPr>
                <w:ilvl w:val="0"/>
                <w:numId w:val="15"/>
              </w:numPr>
              <w:rPr>
                <w:rFonts w:asciiTheme="minorHAnsi" w:hAnsiTheme="minorHAnsi"/>
                <w:caps w:val="0"/>
              </w:rPr>
            </w:pPr>
            <w:r>
              <w:rPr>
                <w:rFonts w:asciiTheme="minorHAnsi" w:hAnsiTheme="minorHAnsi"/>
                <w:caps w:val="0"/>
              </w:rPr>
              <w:t>Implemented various activitie</w:t>
            </w:r>
            <w:r w:rsidR="007E27E7">
              <w:rPr>
                <w:rFonts w:asciiTheme="minorHAnsi" w:hAnsiTheme="minorHAnsi"/>
                <w:caps w:val="0"/>
              </w:rPr>
              <w:t>s weekly to inspire and encourage</w:t>
            </w:r>
            <w:r>
              <w:rPr>
                <w:rFonts w:asciiTheme="minorHAnsi" w:hAnsiTheme="minorHAnsi"/>
                <w:caps w:val="0"/>
              </w:rPr>
              <w:t xml:space="preserve"> culturally diverse and at-risk students of all ages</w:t>
            </w:r>
          </w:p>
          <w:p w:rsidR="00451643" w:rsidRDefault="00451643" w:rsidP="00194551">
            <w:pPr>
              <w:pStyle w:val="Heading4"/>
              <w:numPr>
                <w:ilvl w:val="0"/>
                <w:numId w:val="15"/>
              </w:numPr>
              <w:rPr>
                <w:rFonts w:asciiTheme="minorHAnsi" w:hAnsiTheme="minorHAnsi"/>
                <w:caps w:val="0"/>
              </w:rPr>
            </w:pPr>
            <w:r>
              <w:rPr>
                <w:rFonts w:asciiTheme="minorHAnsi" w:hAnsiTheme="minorHAnsi"/>
                <w:caps w:val="0"/>
              </w:rPr>
              <w:t>Minist</w:t>
            </w:r>
            <w:r w:rsidR="00103978">
              <w:rPr>
                <w:rFonts w:asciiTheme="minorHAnsi" w:hAnsiTheme="minorHAnsi"/>
                <w:caps w:val="0"/>
              </w:rPr>
              <w:t>ry serves over 100 children weekly</w:t>
            </w:r>
          </w:p>
          <w:p w:rsidR="004C4C24" w:rsidRDefault="004C4C24" w:rsidP="00351872">
            <w:pPr>
              <w:pStyle w:val="Heading4"/>
              <w:rPr>
                <w:rFonts w:asciiTheme="minorHAnsi" w:hAnsiTheme="minorHAnsi"/>
                <w:caps w:val="0"/>
              </w:rPr>
            </w:pPr>
          </w:p>
          <w:p w:rsidR="004C4C24" w:rsidRDefault="004C4C24" w:rsidP="004C4C24">
            <w:pPr>
              <w:pStyle w:val="Heading4"/>
              <w:rPr>
                <w:caps w:val="0"/>
              </w:rPr>
            </w:pPr>
            <w:r>
              <w:rPr>
                <w:caps w:val="0"/>
              </w:rPr>
              <w:t>Community Group Leader (3 years)</w:t>
            </w:r>
          </w:p>
          <w:p w:rsidR="004C4C24" w:rsidRDefault="006F5C2C" w:rsidP="00194551">
            <w:pPr>
              <w:pStyle w:val="Heading4"/>
              <w:numPr>
                <w:ilvl w:val="0"/>
                <w:numId w:val="15"/>
              </w:numPr>
              <w:rPr>
                <w:rFonts w:asciiTheme="minorHAnsi" w:hAnsiTheme="minorHAnsi"/>
                <w:caps w:val="0"/>
              </w:rPr>
            </w:pPr>
            <w:r>
              <w:rPr>
                <w:rFonts w:asciiTheme="minorHAnsi" w:hAnsiTheme="minorHAnsi"/>
                <w:caps w:val="0"/>
              </w:rPr>
              <w:t>Organize</w:t>
            </w:r>
            <w:r w:rsidR="004C4C24">
              <w:rPr>
                <w:rFonts w:asciiTheme="minorHAnsi" w:hAnsiTheme="minorHAnsi"/>
                <w:caps w:val="0"/>
              </w:rPr>
              <w:t xml:space="preserve"> weekly meetings and times of fellowship</w:t>
            </w:r>
          </w:p>
          <w:p w:rsidR="004C4C24" w:rsidRDefault="006F5C2C" w:rsidP="00194551">
            <w:pPr>
              <w:pStyle w:val="Heading4"/>
              <w:numPr>
                <w:ilvl w:val="0"/>
                <w:numId w:val="15"/>
              </w:numPr>
              <w:rPr>
                <w:rFonts w:asciiTheme="minorHAnsi" w:hAnsiTheme="minorHAnsi"/>
                <w:caps w:val="0"/>
              </w:rPr>
            </w:pPr>
            <w:r>
              <w:rPr>
                <w:rFonts w:asciiTheme="minorHAnsi" w:hAnsiTheme="minorHAnsi"/>
                <w:caps w:val="0"/>
              </w:rPr>
              <w:t>Facilitate</w:t>
            </w:r>
            <w:r w:rsidR="004C4C24">
              <w:rPr>
                <w:rFonts w:asciiTheme="minorHAnsi" w:hAnsiTheme="minorHAnsi"/>
                <w:caps w:val="0"/>
              </w:rPr>
              <w:t xml:space="preserve"> multiple mission projects</w:t>
            </w:r>
            <w:r w:rsidR="00451643">
              <w:rPr>
                <w:rFonts w:asciiTheme="minorHAnsi" w:hAnsiTheme="minorHAnsi"/>
                <w:caps w:val="0"/>
              </w:rPr>
              <w:t xml:space="preserve"> throughout the region</w:t>
            </w:r>
          </w:p>
          <w:p w:rsidR="004C4C24" w:rsidRPr="00B22D4B" w:rsidRDefault="006F5C2C" w:rsidP="00194551">
            <w:pPr>
              <w:pStyle w:val="Heading4"/>
              <w:numPr>
                <w:ilvl w:val="0"/>
                <w:numId w:val="15"/>
              </w:numPr>
              <w:rPr>
                <w:rFonts w:asciiTheme="minorHAnsi" w:hAnsiTheme="minorHAnsi"/>
                <w:caps w:val="0"/>
              </w:rPr>
            </w:pPr>
            <w:r>
              <w:rPr>
                <w:rFonts w:asciiTheme="minorHAnsi" w:hAnsiTheme="minorHAnsi"/>
                <w:caps w:val="0"/>
              </w:rPr>
              <w:t>Serve</w:t>
            </w:r>
            <w:r w:rsidR="00451643">
              <w:rPr>
                <w:rFonts w:asciiTheme="minorHAnsi" w:hAnsiTheme="minorHAnsi"/>
                <w:caps w:val="0"/>
              </w:rPr>
              <w:t xml:space="preserve"> as </w:t>
            </w:r>
            <w:r>
              <w:rPr>
                <w:rFonts w:asciiTheme="minorHAnsi" w:hAnsiTheme="minorHAnsi"/>
                <w:caps w:val="0"/>
              </w:rPr>
              <w:t xml:space="preserve">weekly </w:t>
            </w:r>
            <w:r w:rsidR="00451643">
              <w:rPr>
                <w:rFonts w:asciiTheme="minorHAnsi" w:hAnsiTheme="minorHAnsi"/>
                <w:caps w:val="0"/>
              </w:rPr>
              <w:t>one-on-one peer mentor</w:t>
            </w:r>
          </w:p>
          <w:p w:rsidR="00BA781D" w:rsidRDefault="00BA781D" w:rsidP="00C46512">
            <w:pPr>
              <w:pStyle w:val="Heading4"/>
              <w:rPr>
                <w:caps w:val="0"/>
              </w:rPr>
            </w:pPr>
          </w:p>
          <w:p w:rsidR="00C46512" w:rsidRDefault="0067637F" w:rsidP="00C46512">
            <w:pPr>
              <w:pStyle w:val="Heading4"/>
              <w:rPr>
                <w:caps w:val="0"/>
              </w:rPr>
            </w:pPr>
            <w:r>
              <w:rPr>
                <w:caps w:val="0"/>
              </w:rPr>
              <w:t>Catalyst Pops Mission Project</w:t>
            </w:r>
            <w:r w:rsidR="004C4C24">
              <w:rPr>
                <w:caps w:val="0"/>
              </w:rPr>
              <w:t xml:space="preserve"> (Summer 2016)</w:t>
            </w:r>
          </w:p>
          <w:p w:rsidR="004C4C24" w:rsidRDefault="00125A52" w:rsidP="00194551">
            <w:pPr>
              <w:pStyle w:val="Heading4"/>
              <w:numPr>
                <w:ilvl w:val="0"/>
                <w:numId w:val="16"/>
              </w:numPr>
              <w:rPr>
                <w:rFonts w:asciiTheme="minorHAnsi" w:hAnsiTheme="minorHAnsi"/>
                <w:caps w:val="0"/>
              </w:rPr>
            </w:pPr>
            <w:r>
              <w:rPr>
                <w:rFonts w:asciiTheme="minorHAnsi" w:hAnsiTheme="minorHAnsi"/>
                <w:caps w:val="0"/>
              </w:rPr>
              <w:t xml:space="preserve">Independently created and developed </w:t>
            </w:r>
            <w:r w:rsidR="004C4C24">
              <w:rPr>
                <w:rFonts w:asciiTheme="minorHAnsi" w:hAnsiTheme="minorHAnsi"/>
                <w:caps w:val="0"/>
              </w:rPr>
              <w:t>a ministry to provide water to those in need around the globe</w:t>
            </w:r>
          </w:p>
          <w:p w:rsidR="00103978" w:rsidRPr="008C2E12" w:rsidRDefault="00A0662C" w:rsidP="008C2E12">
            <w:pPr>
              <w:pStyle w:val="Heading4"/>
              <w:numPr>
                <w:ilvl w:val="0"/>
                <w:numId w:val="16"/>
              </w:numPr>
              <w:rPr>
                <w:rFonts w:asciiTheme="minorHAnsi" w:hAnsiTheme="minorHAnsi"/>
                <w:caps w:val="0"/>
              </w:rPr>
            </w:pPr>
            <w:r>
              <w:rPr>
                <w:rFonts w:asciiTheme="minorHAnsi" w:hAnsiTheme="minorHAnsi"/>
                <w:caps w:val="0"/>
              </w:rPr>
              <w:t>Delivered product and communicated with regional donors</w:t>
            </w:r>
          </w:p>
          <w:p w:rsidR="008C2E12" w:rsidRPr="008C2E12" w:rsidRDefault="008C2E12" w:rsidP="008C2E12">
            <w:pPr>
              <w:pStyle w:val="Heading4"/>
              <w:numPr>
                <w:ilvl w:val="0"/>
                <w:numId w:val="16"/>
              </w:numPr>
              <w:rPr>
                <w:caps w:val="0"/>
              </w:rPr>
            </w:pPr>
            <w:r>
              <w:rPr>
                <w:rFonts w:asciiTheme="minorHAnsi" w:hAnsiTheme="minorHAnsi"/>
                <w:caps w:val="0"/>
              </w:rPr>
              <w:t xml:space="preserve">Designed ministry blog at </w:t>
            </w:r>
            <w:hyperlink r:id="rId8" w:history="1">
              <w:r w:rsidRPr="008C2E12">
                <w:rPr>
                  <w:rStyle w:val="Hyperlink"/>
                  <w:rFonts w:asciiTheme="minorHAnsi" w:hAnsiTheme="minorHAnsi"/>
                  <w:caps w:val="0"/>
                </w:rPr>
                <w:t>catalystcakepops.blogsp</w:t>
              </w:r>
              <w:r w:rsidRPr="008C2E12">
                <w:rPr>
                  <w:rStyle w:val="Hyperlink"/>
                  <w:rFonts w:asciiTheme="minorHAnsi" w:hAnsiTheme="minorHAnsi"/>
                  <w:caps w:val="0"/>
                </w:rPr>
                <w:t>o</w:t>
              </w:r>
              <w:r w:rsidRPr="008C2E12">
                <w:rPr>
                  <w:rStyle w:val="Hyperlink"/>
                  <w:rFonts w:asciiTheme="minorHAnsi" w:hAnsiTheme="minorHAnsi"/>
                  <w:caps w:val="0"/>
                </w:rPr>
                <w:t>t.com</w:t>
              </w:r>
              <w:r w:rsidR="003975D4" w:rsidRPr="008C2E12">
                <w:rPr>
                  <w:rStyle w:val="Hyperlink"/>
                  <w:caps w:val="0"/>
                </w:rPr>
                <w:t xml:space="preserve">  </w:t>
              </w:r>
            </w:hyperlink>
          </w:p>
          <w:p w:rsidR="008C2E12" w:rsidRPr="008C2E12" w:rsidRDefault="008C2E12" w:rsidP="008C2E12">
            <w:pPr>
              <w:pStyle w:val="Heading4"/>
              <w:numPr>
                <w:ilvl w:val="0"/>
                <w:numId w:val="16"/>
              </w:numPr>
              <w:rPr>
                <w:caps w:val="0"/>
              </w:rPr>
            </w:pPr>
            <w:r>
              <w:rPr>
                <w:rFonts w:asciiTheme="minorHAnsi" w:hAnsiTheme="minorHAnsi"/>
                <w:caps w:val="0"/>
              </w:rPr>
              <w:t>Raised over $2,500</w:t>
            </w:r>
            <w:bookmarkStart w:id="0" w:name="_GoBack"/>
            <w:bookmarkEnd w:id="0"/>
            <w:r w:rsidR="003975D4" w:rsidRPr="008C2E12">
              <w:rPr>
                <w:caps w:val="0"/>
              </w:rPr>
              <w:t xml:space="preserve"> </w:t>
            </w:r>
          </w:p>
          <w:p w:rsidR="007E27E7" w:rsidRDefault="007E27E7" w:rsidP="00C46512">
            <w:pPr>
              <w:pStyle w:val="Heading4"/>
              <w:rPr>
                <w:caps w:val="0"/>
              </w:rPr>
            </w:pPr>
          </w:p>
          <w:p w:rsidR="003975D4" w:rsidRDefault="003975D4" w:rsidP="00C46512">
            <w:pPr>
              <w:pStyle w:val="Heading4"/>
              <w:rPr>
                <w:caps w:val="0"/>
              </w:rPr>
            </w:pPr>
          </w:p>
          <w:p w:rsidR="003975D4" w:rsidRDefault="003975D4" w:rsidP="00C46512">
            <w:pPr>
              <w:pStyle w:val="Heading4"/>
              <w:rPr>
                <w:caps w:val="0"/>
              </w:rPr>
            </w:pPr>
          </w:p>
          <w:p w:rsidR="00451643" w:rsidRDefault="00451643" w:rsidP="00C46512">
            <w:pPr>
              <w:pStyle w:val="Heading4"/>
              <w:rPr>
                <w:caps w:val="0"/>
              </w:rPr>
            </w:pPr>
            <w:r>
              <w:rPr>
                <w:caps w:val="0"/>
              </w:rPr>
              <w:t xml:space="preserve">Online portfolio available at </w:t>
            </w:r>
            <w:hyperlink r:id="rId9" w:history="1">
              <w:r w:rsidRPr="00451643">
                <w:rPr>
                  <w:rStyle w:val="Hyperlink"/>
                  <w:caps w:val="0"/>
                </w:rPr>
                <w:t>msharnack.wikispaces.com</w:t>
              </w:r>
            </w:hyperlink>
            <w:r>
              <w:rPr>
                <w:caps w:val="0"/>
              </w:rPr>
              <w:t>.</w:t>
            </w:r>
          </w:p>
          <w:p w:rsidR="008A6DB3" w:rsidRPr="00351872" w:rsidRDefault="003975D4" w:rsidP="003975D4">
            <w:pPr>
              <w:pStyle w:val="Heading4"/>
              <w:rPr>
                <w:caps w:val="0"/>
              </w:rPr>
            </w:pPr>
            <w:r>
              <w:rPr>
                <w:caps w:val="0"/>
              </w:rPr>
              <w:t xml:space="preserve">References </w:t>
            </w:r>
            <w:r w:rsidR="009908E3">
              <w:rPr>
                <w:caps w:val="0"/>
              </w:rPr>
              <w:t xml:space="preserve">and letters of recommendation </w:t>
            </w:r>
            <w:r>
              <w:rPr>
                <w:caps w:val="0"/>
              </w:rPr>
              <w:t>available upon request.</w:t>
            </w:r>
          </w:p>
        </w:tc>
      </w:tr>
    </w:tbl>
    <w:p w:rsidR="003975D4" w:rsidRDefault="003975D4" w:rsidP="003975D4">
      <w:pPr>
        <w:pStyle w:val="Heading3"/>
        <w:rPr>
          <w:iCs/>
          <w:sz w:val="20"/>
          <w:szCs w:val="20"/>
        </w:rPr>
      </w:pPr>
    </w:p>
    <w:p w:rsidR="004C4C24" w:rsidRDefault="004C4C24" w:rsidP="003975D4">
      <w:pPr>
        <w:pStyle w:val="Heading3"/>
        <w:rPr>
          <w:iCs/>
          <w:sz w:val="20"/>
          <w:szCs w:val="20"/>
        </w:rPr>
      </w:pPr>
    </w:p>
    <w:p w:rsidR="003975D4" w:rsidRPr="00333CD3" w:rsidRDefault="003975D4" w:rsidP="003975D4">
      <w:pPr>
        <w:pStyle w:val="Heading3"/>
      </w:pPr>
      <w:r>
        <w:t>REferences</w:t>
      </w:r>
    </w:p>
    <w:p w:rsidR="003D3DEA" w:rsidRDefault="003D3DEA" w:rsidP="003975D4">
      <w:pPr>
        <w:pStyle w:val="Heading4"/>
        <w:rPr>
          <w:caps w:val="0"/>
        </w:rPr>
      </w:pPr>
    </w:p>
    <w:p w:rsidR="00A0662C" w:rsidRDefault="003975D4" w:rsidP="003975D4">
      <w:pPr>
        <w:pStyle w:val="Heading4"/>
        <w:rPr>
          <w:caps w:val="0"/>
        </w:rPr>
      </w:pPr>
      <w:r>
        <w:rPr>
          <w:caps w:val="0"/>
        </w:rPr>
        <w:t>Mrs. Linda Ward - Student Teaching Cooperative Teacher</w:t>
      </w:r>
    </w:p>
    <w:p w:rsidR="003975D4" w:rsidRDefault="00A0662C" w:rsidP="003975D4">
      <w:pPr>
        <w:pStyle w:val="Heading4"/>
        <w:rPr>
          <w:caps w:val="0"/>
        </w:rPr>
      </w:pPr>
      <w:r>
        <w:rPr>
          <w:caps w:val="0"/>
        </w:rPr>
        <w:t>Kentucky Christian Academy</w:t>
      </w:r>
      <w:r w:rsidR="00EC4D89">
        <w:rPr>
          <w:caps w:val="0"/>
        </w:rPr>
        <w:t xml:space="preserve"> </w:t>
      </w:r>
    </w:p>
    <w:p w:rsidR="003975D4" w:rsidRDefault="003975D4" w:rsidP="003975D4">
      <w:pPr>
        <w:pStyle w:val="Heading4"/>
        <w:rPr>
          <w:caps w:val="0"/>
        </w:rPr>
      </w:pPr>
      <w:r>
        <w:rPr>
          <w:caps w:val="0"/>
        </w:rPr>
        <w:t xml:space="preserve">(270) 403 </w:t>
      </w:r>
      <w:r w:rsidR="003D3DEA">
        <w:rPr>
          <w:caps w:val="0"/>
        </w:rPr>
        <w:t>–</w:t>
      </w:r>
      <w:r>
        <w:rPr>
          <w:caps w:val="0"/>
        </w:rPr>
        <w:t xml:space="preserve"> 3590</w:t>
      </w:r>
    </w:p>
    <w:p w:rsidR="003D3DEA" w:rsidRDefault="003D3DEA" w:rsidP="003D3DEA">
      <w:pPr>
        <w:pStyle w:val="Heading4"/>
        <w:rPr>
          <w:caps w:val="0"/>
        </w:rPr>
      </w:pPr>
    </w:p>
    <w:p w:rsidR="003D3DEA" w:rsidRDefault="003D3DEA" w:rsidP="003D3DEA">
      <w:pPr>
        <w:pStyle w:val="Heading4"/>
        <w:rPr>
          <w:caps w:val="0"/>
        </w:rPr>
      </w:pPr>
    </w:p>
    <w:p w:rsidR="003D3DEA" w:rsidRDefault="003D3DEA" w:rsidP="003D3DEA">
      <w:pPr>
        <w:pStyle w:val="Heading4"/>
        <w:tabs>
          <w:tab w:val="left" w:pos="2550"/>
        </w:tabs>
        <w:rPr>
          <w:caps w:val="0"/>
        </w:rPr>
      </w:pPr>
      <w:r>
        <w:rPr>
          <w:caps w:val="0"/>
        </w:rPr>
        <w:t>Ms. Susan Blevins – Education Professor</w:t>
      </w:r>
      <w:r w:rsidR="00EC4D89">
        <w:rPr>
          <w:caps w:val="0"/>
        </w:rPr>
        <w:t xml:space="preserve"> </w:t>
      </w:r>
    </w:p>
    <w:p w:rsidR="00A0662C" w:rsidRDefault="00A0662C" w:rsidP="003D3DEA">
      <w:pPr>
        <w:pStyle w:val="Heading4"/>
        <w:tabs>
          <w:tab w:val="left" w:pos="2550"/>
        </w:tabs>
        <w:rPr>
          <w:caps w:val="0"/>
        </w:rPr>
      </w:pPr>
      <w:r>
        <w:rPr>
          <w:caps w:val="0"/>
        </w:rPr>
        <w:t>Campbellsville University</w:t>
      </w:r>
    </w:p>
    <w:p w:rsidR="003D3DEA" w:rsidRDefault="00EC4D89" w:rsidP="00F11518">
      <w:pPr>
        <w:pStyle w:val="Heading4"/>
        <w:tabs>
          <w:tab w:val="left" w:pos="2550"/>
        </w:tabs>
        <w:rPr>
          <w:caps w:val="0"/>
        </w:rPr>
      </w:pPr>
      <w:r>
        <w:rPr>
          <w:caps w:val="0"/>
        </w:rPr>
        <w:t>(270) 789 - 8927</w:t>
      </w:r>
    </w:p>
    <w:p w:rsidR="003D3DEA" w:rsidRDefault="003D3DEA" w:rsidP="003975D4">
      <w:pPr>
        <w:pStyle w:val="Heading4"/>
        <w:rPr>
          <w:caps w:val="0"/>
        </w:rPr>
      </w:pPr>
    </w:p>
    <w:p w:rsidR="003D3DEA" w:rsidRDefault="003D3DEA" w:rsidP="003975D4">
      <w:pPr>
        <w:pStyle w:val="Heading4"/>
        <w:rPr>
          <w:caps w:val="0"/>
        </w:rPr>
      </w:pPr>
    </w:p>
    <w:p w:rsidR="003D3DEA" w:rsidRDefault="003D3DEA" w:rsidP="003975D4">
      <w:pPr>
        <w:pStyle w:val="Heading4"/>
        <w:rPr>
          <w:caps w:val="0"/>
        </w:rPr>
      </w:pPr>
      <w:r>
        <w:rPr>
          <w:caps w:val="0"/>
        </w:rPr>
        <w:t>Mrs. Anne Kieffer – Mother of Tutored Student</w:t>
      </w:r>
      <w:r w:rsidR="00EC4D89">
        <w:rPr>
          <w:caps w:val="0"/>
        </w:rPr>
        <w:t xml:space="preserve"> </w:t>
      </w:r>
    </w:p>
    <w:p w:rsidR="00A0662C" w:rsidRDefault="00A0662C" w:rsidP="003975D4">
      <w:pPr>
        <w:pStyle w:val="Heading4"/>
        <w:rPr>
          <w:caps w:val="0"/>
        </w:rPr>
      </w:pPr>
      <w:r>
        <w:rPr>
          <w:caps w:val="0"/>
        </w:rPr>
        <w:t>Bowling Green, KY</w:t>
      </w:r>
    </w:p>
    <w:p w:rsidR="003D3DEA" w:rsidRDefault="003D3DEA" w:rsidP="003975D4">
      <w:pPr>
        <w:pStyle w:val="Heading4"/>
        <w:rPr>
          <w:caps w:val="0"/>
        </w:rPr>
      </w:pPr>
      <w:r>
        <w:rPr>
          <w:caps w:val="0"/>
        </w:rPr>
        <w:t>(615) 830 – 6125</w:t>
      </w:r>
    </w:p>
    <w:p w:rsidR="00F11518" w:rsidRDefault="00F11518" w:rsidP="003975D4">
      <w:pPr>
        <w:pStyle w:val="Heading4"/>
        <w:rPr>
          <w:caps w:val="0"/>
        </w:rPr>
      </w:pPr>
    </w:p>
    <w:p w:rsidR="00F11518" w:rsidRDefault="00F11518" w:rsidP="003975D4">
      <w:pPr>
        <w:pStyle w:val="Heading4"/>
        <w:rPr>
          <w:caps w:val="0"/>
        </w:rPr>
      </w:pPr>
    </w:p>
    <w:p w:rsidR="00A0662C" w:rsidRDefault="00F11518" w:rsidP="00F11518">
      <w:pPr>
        <w:pStyle w:val="Heading4"/>
        <w:rPr>
          <w:caps w:val="0"/>
        </w:rPr>
      </w:pPr>
      <w:r>
        <w:rPr>
          <w:caps w:val="0"/>
        </w:rPr>
        <w:t>Mrs. Brianah Doeden – Mother of LifeSkills Child</w:t>
      </w:r>
    </w:p>
    <w:p w:rsidR="00F11518" w:rsidRDefault="00A0662C" w:rsidP="00F11518">
      <w:pPr>
        <w:pStyle w:val="Heading4"/>
        <w:rPr>
          <w:caps w:val="0"/>
        </w:rPr>
      </w:pPr>
      <w:r>
        <w:rPr>
          <w:caps w:val="0"/>
        </w:rPr>
        <w:t>Bowling Green, KY</w:t>
      </w:r>
      <w:r w:rsidR="00F11518">
        <w:rPr>
          <w:caps w:val="0"/>
        </w:rPr>
        <w:t xml:space="preserve"> </w:t>
      </w:r>
    </w:p>
    <w:p w:rsidR="00F11518" w:rsidRDefault="00F11518" w:rsidP="00F11518">
      <w:pPr>
        <w:pStyle w:val="Heading4"/>
        <w:rPr>
          <w:caps w:val="0"/>
        </w:rPr>
      </w:pPr>
      <w:r>
        <w:rPr>
          <w:caps w:val="0"/>
        </w:rPr>
        <w:t>(270) 991 – 8674</w:t>
      </w:r>
    </w:p>
    <w:p w:rsidR="00F11518" w:rsidRDefault="00F11518" w:rsidP="003975D4">
      <w:pPr>
        <w:pStyle w:val="Heading4"/>
        <w:rPr>
          <w:caps w:val="0"/>
        </w:rPr>
      </w:pPr>
    </w:p>
    <w:p w:rsidR="00DA0BB4" w:rsidRPr="00333CD3" w:rsidRDefault="00DA0BB4" w:rsidP="00DA0BB4">
      <w:pPr>
        <w:pStyle w:val="Heading4"/>
      </w:pPr>
    </w:p>
    <w:sectPr w:rsidR="00DA0BB4" w:rsidRPr="00333CD3" w:rsidSect="00451643">
      <w:headerReference w:type="default" r:id="rId10"/>
      <w:pgSz w:w="12240" w:h="15840"/>
      <w:pgMar w:top="864" w:right="864" w:bottom="864" w:left="864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218" w:rsidRDefault="00D75218" w:rsidP="00713050">
      <w:pPr>
        <w:spacing w:line="240" w:lineRule="auto"/>
      </w:pPr>
      <w:r>
        <w:separator/>
      </w:r>
    </w:p>
  </w:endnote>
  <w:endnote w:type="continuationSeparator" w:id="0">
    <w:p w:rsidR="00D75218" w:rsidRDefault="00D75218" w:rsidP="007130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218" w:rsidRDefault="00D75218" w:rsidP="00713050">
      <w:pPr>
        <w:spacing w:line="240" w:lineRule="auto"/>
      </w:pPr>
      <w:r>
        <w:separator/>
      </w:r>
    </w:p>
  </w:footnote>
  <w:footnote w:type="continuationSeparator" w:id="0">
    <w:p w:rsidR="00D75218" w:rsidRDefault="00D75218" w:rsidP="007130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Continuation page header layout table"/>
    </w:tblPr>
    <w:tblGrid>
      <w:gridCol w:w="3783"/>
      <w:gridCol w:w="6729"/>
    </w:tblGrid>
    <w:tr w:rsidR="007A6D7B" w:rsidRPr="00F207C0" w:rsidTr="00451643">
      <w:trPr>
        <w:trHeight w:hRule="exact" w:val="2592"/>
      </w:trPr>
      <w:tc>
        <w:tcPr>
          <w:tcW w:w="3783" w:type="dxa"/>
          <w:tcMar>
            <w:top w:w="821" w:type="dxa"/>
            <w:right w:w="720" w:type="dxa"/>
          </w:tcMar>
        </w:tcPr>
        <w:p w:rsidR="007A6D7B" w:rsidRPr="00F207C0" w:rsidRDefault="007A6D7B" w:rsidP="001A5CA9">
          <w:pPr>
            <w:pStyle w:val="Initials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1" layoutInCell="1" allowOverlap="1" wp14:anchorId="4510F637" wp14:editId="36C28508">
                    <wp:simplePos x="0" y="0"/>
                    <wp:positionH relativeFrom="column">
                      <wp:posOffset>0</wp:posOffset>
                    </wp:positionH>
                    <wp:positionV relativeFrom="page">
                      <wp:posOffset>-501015</wp:posOffset>
                    </wp:positionV>
                    <wp:extent cx="6665595" cy="1810385"/>
                    <wp:effectExtent l="0" t="0" r="0" b="0"/>
                    <wp:wrapNone/>
                    <wp:docPr id="3" name="Group 3" descr="Continuation page header graphic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665595" cy="1810385"/>
                              <a:chOff x="0" y="0"/>
                              <a:chExt cx="6665595" cy="1810385"/>
                            </a:xfrm>
                          </wpg:grpSpPr>
                          <wps:wsp>
                            <wps:cNvPr id="53" name="Red rectangle"/>
                            <wps:cNvSpPr/>
                            <wps:spPr>
                              <a:xfrm>
                                <a:off x="1133475" y="419100"/>
                                <a:ext cx="5532120" cy="100584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" name="White circle"/>
                            <wps:cNvSpPr/>
                            <wps:spPr>
                              <a:xfrm>
                                <a:off x="57150" y="57150"/>
                                <a:ext cx="1704363" cy="17043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" name="Red circle"/>
                            <wps:cNvSpPr/>
                            <wps:spPr>
                              <a:xfrm>
                                <a:off x="0" y="0"/>
                                <a:ext cx="1810385" cy="1810385"/>
                              </a:xfrm>
                              <a:prstGeom prst="donut">
                                <a:avLst>
                                  <a:gd name="adj" fmla="val 2897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85800</wp14:pctWidth>
                    </wp14:sizeRelH>
                    <wp14:sizeRelV relativeFrom="page">
                      <wp14:pctHeight>18000</wp14:pctHeight>
                    </wp14:sizeRelV>
                  </wp:anchor>
                </w:drawing>
              </mc:Choice>
              <mc:Fallback>
                <w:pict>
                  <v:group w14:anchorId="1FE27B3A" id="Group 3" o:spid="_x0000_s1026" alt="Continuation page header graphic" style="position:absolute;margin-left:0;margin-top:-39.45pt;width:524.85pt;height:142.55pt;z-index:-251657216;mso-width-percent:858;mso-height-percent:180;mso-position-vertical-relative:page;mso-width-percent:858;mso-height-percent:180" coordsize="66655,18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">
                    <v:rect id="Red rectangle" o:spid="_x0000_s1027" style="position:absolute;left:11334;top:4191;width:55321;height:100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Va6MUA&#10;AADbAAAADwAAAGRycy9kb3ducmV2LnhtbESPQWvCQBSE7wX/w/KE3pqNhlaJriKCIKUUmurB2yP7&#10;zEazb0N2jWl/fbdQ6HGYmW+Y5Xqwjeip87VjBZMkBUFcOl1zpeDwuXuag/ABWWPjmBR8kYf1avSw&#10;xFy7O39QX4RKRAj7HBWYENpcSl8asugT1xJH7+w6iyHKrpK6w3uE20ZO0/RFWqw5LhhsaWuovBY3&#10;q+D1MssK02/67+ydjsYd3067rVfqcTxsFiACDeE//NfeawXPGfx+i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dVroxQAAANsAAAAPAAAAAAAAAAAAAAAAAJgCAABkcnMv&#10;ZG93bnJldi54bWxQSwUGAAAAAAQABAD1AAAAigMAAAAA&#10;" fillcolor="#ea4e4e [3204]" stroked="f" strokeweight="1pt"/>
                    <v:oval id="White circle" o:spid="_x0000_s1028" style="position:absolute;left:571;top:571;width:17044;height:170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93+8YA&#10;AADbAAAADwAAAGRycy9kb3ducmV2LnhtbESPQWvCQBSE74L/YXmCt7qxklKiq4hWKVhbGgult0f2&#10;NQlm34bd1aT/vlsoeBxm5htmsepNI67kfG1ZwXSSgCAurK65VPBx2t09gvABWWNjmRT8kIfVcjhY&#10;YKZtx+90zUMpIoR9hgqqENpMSl9UZNBPbEscvW/rDIYoXSm1wy7CTSPvk+RBGqw5LlTY0qai4pxf&#10;jIKXz9fzzKX77dvx6dDlySyt88OXUuNRv56DCNSHW/i//awVpCn8fY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r93+8YAAADbAAAADwAAAAAAAAAAAAAAAACYAgAAZHJz&#10;L2Rvd25yZXYueG1sUEsFBgAAAAAEAAQA9QAAAIsDAAAAAA==&#10;" fillcolor="white [3212]" stroked="f" strokeweight="1pt">
                      <v:stroke joinstyle="miter"/>
                    </v:oval>
                    <v:shapetype id="_x0000_t23" coordsize="21600,21600" o:spt="23" adj="5400" path="m,10800qy10800,,21600,10800,10800,21600,,10800xm@0,10800qy10800@2@1,10800,10800@0@0,10800xe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10800"/>
                      </v:handles>
                    </v:shapetype>
                    <v:shape id="Red circle" o:spid="_x0000_s1029" type="#_x0000_t23" style="position:absolute;width:18103;height:181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ej8MYA&#10;AADbAAAADwAAAGRycy9kb3ducmV2LnhtbESPT0sDMRTE7wW/Q3gFL2Kz9R+yNi2rYim9iFXo9bl5&#10;3SxuXkISu9t++kYQehxm5jfMbDHYTuwpxNaxgumkAEFcO91yo+Dr8+36EURMyBo7x6TgQBEW84vR&#10;DEvtev6g/SY1IkM4lqjApORLKWNtyGKcOE+cvZ0LFlOWoZE6YJ/htpM3RfEgLbacFwx6ejFU/2x+&#10;rYLj9+vzVeVvl+vQL6d+W5ntexqUuhwP1ROIREM6h//bK63g/g7+vuQfIOc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Sej8MYAAADbAAAADwAAAAAAAAAAAAAAAACYAgAAZHJz&#10;L2Rvd25yZXYueG1sUEsFBgAAAAAEAAQA9QAAAIsDAAAAAA==&#10;" adj="626" fillcolor="#ea4e4e [3204]" stroked="f" strokeweight="1pt">
                      <v:stroke joinstyle="miter"/>
                    </v:shape>
                    <w10:wrap anchory="page"/>
                    <w10:anchorlock/>
                  </v:group>
                </w:pict>
              </mc:Fallback>
            </mc:AlternateContent>
          </w:r>
          <w:sdt>
            <w:sdtPr>
              <w:alias w:val="Initials:"/>
              <w:tag w:val="Initials:"/>
              <w:id w:val="-1659604841"/>
              <w:placeholder>
                <w:docPart w:val="FC3F329435A247EEBA8153C0FEF4E882"/>
              </w:placeholder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/>
            </w:sdtPr>
            <w:sdtEndPr/>
            <w:sdtContent>
              <w:r>
                <w:t>AH</w:t>
              </w:r>
            </w:sdtContent>
          </w:sdt>
        </w:p>
      </w:tc>
      <w:tc>
        <w:tcPr>
          <w:tcW w:w="6729" w:type="dxa"/>
          <w:tcMar>
            <w:top w:w="821" w:type="dxa"/>
            <w:left w:w="0" w:type="dxa"/>
          </w:tcMar>
        </w:tcPr>
        <w:tbl>
          <w:tblPr>
            <w:tblStyle w:val="TableGrid"/>
            <w:tblW w:w="5000" w:type="pct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CellMar>
              <w:left w:w="0" w:type="dxa"/>
              <w:bottom w:w="965" w:type="dxa"/>
              <w:right w:w="432" w:type="dxa"/>
            </w:tblCellMar>
            <w:tblLook w:val="04A0" w:firstRow="1" w:lastRow="0" w:firstColumn="1" w:lastColumn="0" w:noHBand="0" w:noVBand="1"/>
            <w:tblDescription w:val="Heading layout table"/>
          </w:tblPr>
          <w:tblGrid>
            <w:gridCol w:w="6729"/>
          </w:tblGrid>
          <w:tr w:rsidR="007A6D7B" w:rsidTr="00EF7CC9">
            <w:trPr>
              <w:trHeight w:hRule="exact" w:val="1152"/>
            </w:trPr>
            <w:tc>
              <w:tcPr>
                <w:tcW w:w="6055" w:type="dxa"/>
                <w:vAlign w:val="center"/>
              </w:tcPr>
              <w:p w:rsidR="007A6D7B" w:rsidRPr="009B3C40" w:rsidRDefault="00D75218" w:rsidP="001A5CA9">
                <w:pPr>
                  <w:pStyle w:val="Heading1"/>
                  <w:outlineLvl w:val="0"/>
                </w:pPr>
                <w:sdt>
                  <w:sdtPr>
                    <w:alias w:val="Your Name:"/>
                    <w:tag w:val="Your Name:"/>
                    <w:id w:val="-1167866379"/>
                    <w:placeholder>
                      <w:docPart w:val="6392B1587CB84EC28C2B66FEF5ED8E8B"/>
                    </w:placeholder>
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<w15:appearance w15:val="hidden"/>
                    <w:text w:multiLine="1"/>
                  </w:sdtPr>
                  <w:sdtEndPr/>
                  <w:sdtContent>
                    <w:r w:rsidR="007A6D7B">
                      <w:t>Abby Harnack</w:t>
                    </w:r>
                  </w:sdtContent>
                </w:sdt>
              </w:p>
              <w:p w:rsidR="007A6D7B" w:rsidRDefault="00D75218" w:rsidP="003D3DEA">
                <w:pPr>
                  <w:pStyle w:val="Heading2"/>
                  <w:outlineLvl w:val="1"/>
                </w:pPr>
                <w:sdt>
                  <w:sdtPr>
                    <w:alias w:val="Profession or Industry:"/>
                    <w:tag w:val="Profession or Industry:"/>
                    <w:id w:val="1972160614"/>
                    <w:placeholder>
                      <w:docPart w:val="2B80F854883247D09C7AE981AC078FB3"/>
                    </w:placeholder>
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<w15:appearance w15:val="hidden"/>
                    <w:text w:multiLine="1"/>
                  </w:sdtPr>
                  <w:sdtEndPr/>
                  <w:sdtContent>
                    <w:r w:rsidR="007A6D7B">
                      <w:t>226 Vintage Lane Campbellsville, KY 42718</w:t>
                    </w:r>
                  </w:sdtContent>
                </w:sdt>
                <w:r w:rsidR="007A6D7B">
                  <w:t xml:space="preserve"> | </w:t>
                </w:r>
                <w:sdt>
                  <w:sdtPr>
                    <w:alias w:val="Link to other online properties:"/>
                    <w:tag w:val="Link to other online properties:"/>
                    <w:id w:val="-1229059816"/>
                    <w:placeholder>
                      <w:docPart w:val="59C7216668DA447C8B2485B3C03C153F"/>
                    </w:placeholder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15:appearance w15:val="hidden"/>
                    <w:text w:multiLine="1"/>
                  </w:sdtPr>
                  <w:sdtEndPr/>
                  <w:sdtContent>
                    <w:r w:rsidR="003D3DEA">
                      <w:t>(270) 320-2587</w:t>
                    </w:r>
                    <w:r w:rsidR="003D3DEA">
                      <w:br/>
                    </w:r>
                    <w:r w:rsidR="003D3DEA">
                      <w:rPr>
                        <w:caps w:val="0"/>
                      </w:rPr>
                      <w:t>abbynharnack@gmail.com | msharnack.wikispaces.com</w:t>
                    </w:r>
                  </w:sdtContent>
                </w:sdt>
              </w:p>
            </w:tc>
          </w:tr>
        </w:tbl>
        <w:p w:rsidR="007A6D7B" w:rsidRPr="00F207C0" w:rsidRDefault="007A6D7B" w:rsidP="001A5CA9"/>
      </w:tc>
    </w:tr>
  </w:tbl>
  <w:p w:rsidR="007A6D7B" w:rsidRPr="001A5CA9" w:rsidRDefault="007A6D7B" w:rsidP="004516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81801"/>
    <w:multiLevelType w:val="hybridMultilevel"/>
    <w:tmpl w:val="5AD4EF66"/>
    <w:lvl w:ilvl="0" w:tplc="B41410DE">
      <w:start w:val="27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F5183"/>
    <w:multiLevelType w:val="hybridMultilevel"/>
    <w:tmpl w:val="D5F21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01189"/>
    <w:multiLevelType w:val="hybridMultilevel"/>
    <w:tmpl w:val="50789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3783D"/>
    <w:multiLevelType w:val="hybridMultilevel"/>
    <w:tmpl w:val="F31E6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500843"/>
    <w:multiLevelType w:val="hybridMultilevel"/>
    <w:tmpl w:val="2B9C5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45BF6"/>
    <w:multiLevelType w:val="hybridMultilevel"/>
    <w:tmpl w:val="85C682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17AC4"/>
    <w:multiLevelType w:val="hybridMultilevel"/>
    <w:tmpl w:val="0C686D10"/>
    <w:lvl w:ilvl="0" w:tplc="3136574A">
      <w:start w:val="270"/>
      <w:numFmt w:val="bullet"/>
      <w:lvlText w:val=""/>
      <w:lvlJc w:val="left"/>
      <w:pPr>
        <w:ind w:left="720" w:hanging="360"/>
      </w:pPr>
      <w:rPr>
        <w:rFonts w:ascii="Symbol" w:eastAsiaTheme="majorEastAsia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52B03"/>
    <w:multiLevelType w:val="hybridMultilevel"/>
    <w:tmpl w:val="B65C9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D5A00"/>
    <w:multiLevelType w:val="hybridMultilevel"/>
    <w:tmpl w:val="0DD894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5015E"/>
    <w:multiLevelType w:val="hybridMultilevel"/>
    <w:tmpl w:val="128E1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99"/>
    <w:multiLevelType w:val="hybridMultilevel"/>
    <w:tmpl w:val="44306078"/>
    <w:lvl w:ilvl="0" w:tplc="410AA0CC">
      <w:numFmt w:val="bullet"/>
      <w:lvlText w:val="-"/>
      <w:lvlJc w:val="left"/>
      <w:pPr>
        <w:ind w:left="720" w:hanging="360"/>
      </w:pPr>
      <w:rPr>
        <w:rFonts w:ascii="Rockwell" w:eastAsiaTheme="minorHAnsi" w:hAnsi="Rockwel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47682"/>
    <w:multiLevelType w:val="hybridMultilevel"/>
    <w:tmpl w:val="705C030C"/>
    <w:lvl w:ilvl="0" w:tplc="7592EFFE">
      <w:start w:val="27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333731"/>
    <w:multiLevelType w:val="hybridMultilevel"/>
    <w:tmpl w:val="E60858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13C98"/>
    <w:multiLevelType w:val="hybridMultilevel"/>
    <w:tmpl w:val="AEDE0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4E08AF"/>
    <w:multiLevelType w:val="hybridMultilevel"/>
    <w:tmpl w:val="237CD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676A5B"/>
    <w:multiLevelType w:val="hybridMultilevel"/>
    <w:tmpl w:val="7408C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10"/>
  </w:num>
  <w:num w:numId="5">
    <w:abstractNumId w:val="12"/>
  </w:num>
  <w:num w:numId="6">
    <w:abstractNumId w:val="8"/>
  </w:num>
  <w:num w:numId="7">
    <w:abstractNumId w:val="5"/>
  </w:num>
  <w:num w:numId="8">
    <w:abstractNumId w:val="2"/>
  </w:num>
  <w:num w:numId="9">
    <w:abstractNumId w:val="1"/>
  </w:num>
  <w:num w:numId="10">
    <w:abstractNumId w:val="9"/>
  </w:num>
  <w:num w:numId="11">
    <w:abstractNumId w:val="14"/>
  </w:num>
  <w:num w:numId="12">
    <w:abstractNumId w:val="7"/>
  </w:num>
  <w:num w:numId="13">
    <w:abstractNumId w:val="3"/>
  </w:num>
  <w:num w:numId="14">
    <w:abstractNumId w:val="4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F98"/>
    <w:rsid w:val="0008176A"/>
    <w:rsid w:val="00091382"/>
    <w:rsid w:val="0009366B"/>
    <w:rsid w:val="000B0619"/>
    <w:rsid w:val="000B61CA"/>
    <w:rsid w:val="000C48CC"/>
    <w:rsid w:val="000E25B4"/>
    <w:rsid w:val="000E3E5D"/>
    <w:rsid w:val="000F7610"/>
    <w:rsid w:val="00103978"/>
    <w:rsid w:val="00114ED7"/>
    <w:rsid w:val="00125A52"/>
    <w:rsid w:val="001401B0"/>
    <w:rsid w:val="00140B0E"/>
    <w:rsid w:val="00194551"/>
    <w:rsid w:val="001A5CA9"/>
    <w:rsid w:val="001B2AC1"/>
    <w:rsid w:val="001B403A"/>
    <w:rsid w:val="00217980"/>
    <w:rsid w:val="00253F98"/>
    <w:rsid w:val="00271662"/>
    <w:rsid w:val="0027404F"/>
    <w:rsid w:val="00293B83"/>
    <w:rsid w:val="002B091C"/>
    <w:rsid w:val="002C2CDD"/>
    <w:rsid w:val="002C52EE"/>
    <w:rsid w:val="002D45C6"/>
    <w:rsid w:val="002F03FA"/>
    <w:rsid w:val="00313E86"/>
    <w:rsid w:val="003219DC"/>
    <w:rsid w:val="00333CD3"/>
    <w:rsid w:val="00340365"/>
    <w:rsid w:val="00342B64"/>
    <w:rsid w:val="00351872"/>
    <w:rsid w:val="00364079"/>
    <w:rsid w:val="003975D4"/>
    <w:rsid w:val="003A5650"/>
    <w:rsid w:val="003C5528"/>
    <w:rsid w:val="003D3DEA"/>
    <w:rsid w:val="004077FB"/>
    <w:rsid w:val="00424DD9"/>
    <w:rsid w:val="0045059B"/>
    <w:rsid w:val="00451643"/>
    <w:rsid w:val="0046104A"/>
    <w:rsid w:val="004717C5"/>
    <w:rsid w:val="004C4C24"/>
    <w:rsid w:val="00523479"/>
    <w:rsid w:val="00535125"/>
    <w:rsid w:val="00543DB7"/>
    <w:rsid w:val="005729B0"/>
    <w:rsid w:val="00573DBF"/>
    <w:rsid w:val="005C1626"/>
    <w:rsid w:val="00633436"/>
    <w:rsid w:val="00641630"/>
    <w:rsid w:val="0067637F"/>
    <w:rsid w:val="0068279D"/>
    <w:rsid w:val="00684488"/>
    <w:rsid w:val="006A3CE7"/>
    <w:rsid w:val="006C4C50"/>
    <w:rsid w:val="006D76B1"/>
    <w:rsid w:val="006F5C2C"/>
    <w:rsid w:val="00713050"/>
    <w:rsid w:val="00741125"/>
    <w:rsid w:val="00746F7F"/>
    <w:rsid w:val="007569C1"/>
    <w:rsid w:val="00763832"/>
    <w:rsid w:val="007A6D7B"/>
    <w:rsid w:val="007D2696"/>
    <w:rsid w:val="007E27E7"/>
    <w:rsid w:val="00811117"/>
    <w:rsid w:val="00820AFD"/>
    <w:rsid w:val="00841146"/>
    <w:rsid w:val="008541FF"/>
    <w:rsid w:val="0088504C"/>
    <w:rsid w:val="0089382B"/>
    <w:rsid w:val="008A1907"/>
    <w:rsid w:val="008A6DB3"/>
    <w:rsid w:val="008C2E12"/>
    <w:rsid w:val="008C318E"/>
    <w:rsid w:val="008C6BCA"/>
    <w:rsid w:val="008C7B50"/>
    <w:rsid w:val="009908E3"/>
    <w:rsid w:val="009B3C40"/>
    <w:rsid w:val="00A0662C"/>
    <w:rsid w:val="00A42540"/>
    <w:rsid w:val="00A50939"/>
    <w:rsid w:val="00A55DFF"/>
    <w:rsid w:val="00AA6A40"/>
    <w:rsid w:val="00B22D4B"/>
    <w:rsid w:val="00B5664D"/>
    <w:rsid w:val="00B71280"/>
    <w:rsid w:val="00BA5B40"/>
    <w:rsid w:val="00BA5DBE"/>
    <w:rsid w:val="00BA781D"/>
    <w:rsid w:val="00BB5847"/>
    <w:rsid w:val="00BD0206"/>
    <w:rsid w:val="00C2098A"/>
    <w:rsid w:val="00C46512"/>
    <w:rsid w:val="00C5444A"/>
    <w:rsid w:val="00C612DA"/>
    <w:rsid w:val="00C7741E"/>
    <w:rsid w:val="00C875AB"/>
    <w:rsid w:val="00CA3DF1"/>
    <w:rsid w:val="00CA4581"/>
    <w:rsid w:val="00CC05BA"/>
    <w:rsid w:val="00CE18D5"/>
    <w:rsid w:val="00D04109"/>
    <w:rsid w:val="00D75218"/>
    <w:rsid w:val="00DA0BB4"/>
    <w:rsid w:val="00DD6416"/>
    <w:rsid w:val="00DF4E0A"/>
    <w:rsid w:val="00E02DCD"/>
    <w:rsid w:val="00E12C60"/>
    <w:rsid w:val="00E22E87"/>
    <w:rsid w:val="00E53224"/>
    <w:rsid w:val="00E57630"/>
    <w:rsid w:val="00E86C2B"/>
    <w:rsid w:val="00EC4D89"/>
    <w:rsid w:val="00EF7CC9"/>
    <w:rsid w:val="00F11518"/>
    <w:rsid w:val="00F207C0"/>
    <w:rsid w:val="00F20AE5"/>
    <w:rsid w:val="00F645C7"/>
    <w:rsid w:val="00FE0168"/>
    <w:rsid w:val="00FF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AB5EE5-B620-40FF-A5ED-1861A836F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2AC1"/>
  </w:style>
  <w:style w:type="paragraph" w:styleId="Heading1">
    <w:name w:val="heading 1"/>
    <w:basedOn w:val="Normal"/>
    <w:link w:val="Heading1Char"/>
    <w:uiPriority w:val="9"/>
    <w:qFormat/>
    <w:rsid w:val="008C7B50"/>
    <w:pPr>
      <w:keepNext/>
      <w:keepLines/>
      <w:spacing w:before="60" w:after="40" w:line="240" w:lineRule="auto"/>
      <w:contextualSpacing/>
      <w:jc w:val="right"/>
      <w:outlineLvl w:val="0"/>
    </w:pPr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523479"/>
    <w:pPr>
      <w:keepNext/>
      <w:keepLines/>
      <w:spacing w:line="240" w:lineRule="auto"/>
      <w:jc w:val="right"/>
      <w:outlineLvl w:val="1"/>
    </w:pPr>
    <w:rPr>
      <w:rFonts w:asciiTheme="majorHAnsi" w:eastAsiaTheme="majorEastAsia" w:hAnsiTheme="majorHAnsi" w:cstheme="majorBidi"/>
      <w:caps/>
      <w:color w:val="000000" w:themeColor="text1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342B64"/>
    <w:pPr>
      <w:keepNext/>
      <w:keepLines/>
      <w:pBdr>
        <w:bottom w:val="single" w:sz="48" w:space="1" w:color="EA4E4E" w:themeColor="accent1"/>
      </w:pBdr>
      <w:spacing w:before="720" w:after="18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C2098A"/>
    <w:pPr>
      <w:keepNext/>
      <w:keepLines/>
      <w:spacing w:before="240"/>
      <w:contextualSpacing/>
      <w:outlineLvl w:val="3"/>
    </w:pPr>
    <w:rPr>
      <w:rFonts w:asciiTheme="majorHAnsi" w:eastAsiaTheme="majorEastAsia" w:hAnsiTheme="majorHAnsi" w:cstheme="majorBidi"/>
      <w:iCs/>
      <w:cap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269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269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23479"/>
    <w:rPr>
      <w:rFonts w:asciiTheme="majorHAnsi" w:eastAsiaTheme="majorEastAsia" w:hAnsiTheme="majorHAnsi" w:cstheme="majorBidi"/>
      <w:caps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2B64"/>
    <w:rPr>
      <w:rFonts w:asciiTheme="majorHAnsi" w:eastAsiaTheme="majorEastAsia" w:hAnsiTheme="majorHAnsi" w:cstheme="majorBidi"/>
      <w:caps/>
      <w:sz w:val="32"/>
      <w:szCs w:val="24"/>
    </w:rPr>
  </w:style>
  <w:style w:type="table" w:styleId="TableGrid">
    <w:name w:val="Table Grid"/>
    <w:basedOn w:val="TableNormal"/>
    <w:uiPriority w:val="39"/>
    <w:rsid w:val="002C2C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8"/>
    <w:qFormat/>
    <w:rsid w:val="00E22E87"/>
    <w:pPr>
      <w:spacing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C7B50"/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character" w:styleId="PlaceholderText">
    <w:name w:val="Placeholder Text"/>
    <w:basedOn w:val="DefaultParagraphFont"/>
    <w:uiPriority w:val="99"/>
    <w:semiHidden/>
    <w:rsid w:val="00CE18D5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rsid w:val="00C2098A"/>
    <w:rPr>
      <w:rFonts w:asciiTheme="majorHAnsi" w:eastAsiaTheme="majorEastAsia" w:hAnsiTheme="majorHAnsi" w:cstheme="majorBidi"/>
      <w:iCs/>
      <w:cap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8504C"/>
    <w:pPr>
      <w:spacing w:line="240" w:lineRule="auto"/>
    </w:pPr>
  </w:style>
  <w:style w:type="paragraph" w:customStyle="1" w:styleId="Initials">
    <w:name w:val="Initials"/>
    <w:basedOn w:val="Normal"/>
    <w:next w:val="Heading3"/>
    <w:uiPriority w:val="1"/>
    <w:qFormat/>
    <w:rsid w:val="001B2AC1"/>
    <w:pPr>
      <w:spacing w:after="1600" w:line="240" w:lineRule="auto"/>
      <w:ind w:left="144" w:right="360"/>
      <w:contextualSpacing/>
      <w:jc w:val="center"/>
    </w:pPr>
    <w:rPr>
      <w:rFonts w:asciiTheme="majorHAnsi" w:hAnsiTheme="majorHAnsi"/>
      <w:caps/>
      <w:color w:val="EA4E4E" w:themeColor="accent1"/>
      <w:sz w:val="110"/>
    </w:rPr>
  </w:style>
  <w:style w:type="character" w:customStyle="1" w:styleId="HeaderChar">
    <w:name w:val="Header Char"/>
    <w:basedOn w:val="DefaultParagraphFont"/>
    <w:link w:val="Header"/>
    <w:uiPriority w:val="99"/>
    <w:rsid w:val="0088504C"/>
  </w:style>
  <w:style w:type="paragraph" w:styleId="Footer">
    <w:name w:val="footer"/>
    <w:basedOn w:val="Normal"/>
    <w:link w:val="FooterChar"/>
    <w:uiPriority w:val="99"/>
    <w:unhideWhenUsed/>
    <w:rsid w:val="0088504C"/>
    <w:pPr>
      <w:spacing w:line="240" w:lineRule="auto"/>
      <w:jc w:val="center"/>
    </w:pPr>
    <w:rPr>
      <w:rFonts w:asciiTheme="majorHAnsi" w:hAnsiTheme="majorHAnsi"/>
      <w:caps/>
    </w:rPr>
  </w:style>
  <w:style w:type="character" w:customStyle="1" w:styleId="FooterChar">
    <w:name w:val="Footer Char"/>
    <w:basedOn w:val="DefaultParagraphFont"/>
    <w:link w:val="Footer"/>
    <w:uiPriority w:val="99"/>
    <w:rsid w:val="0088504C"/>
    <w:rPr>
      <w:rFonts w:asciiTheme="majorHAnsi" w:hAnsiTheme="majorHAnsi"/>
      <w:cap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2696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2696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rsid w:val="007D2696"/>
    <w:pPr>
      <w:spacing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7D2696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7D2696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7D2696"/>
    <w:rPr>
      <w:rFonts w:eastAsiaTheme="minorEastAsia"/>
      <w:color w:val="5A5A5A" w:themeColor="text1" w:themeTint="A5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253F9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51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51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unhideWhenUsed/>
    <w:qFormat/>
    <w:rsid w:val="00F11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atalystcakepops.blogspot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sharnack.wikispaces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Har_000\AppData\Roaming\Microsoft\Templates\Polished%20resume,%20designed%20by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8BAC4E2072D49FBA0CFE6556CE32D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B7347F-19AB-4CC3-9057-2F6FFA00A1E5}"/>
      </w:docPartPr>
      <w:docPartBody>
        <w:p w:rsidR="00855B25" w:rsidRDefault="0051340F">
          <w:pPr>
            <w:pStyle w:val="C8BAC4E2072D49FBA0CFE6556CE32D4B"/>
          </w:pPr>
          <w:r w:rsidRPr="00333CD3">
            <w:t>YN</w:t>
          </w:r>
        </w:p>
      </w:docPartBody>
    </w:docPart>
    <w:docPart>
      <w:docPartPr>
        <w:name w:val="63B6C659A0B5472298F23C6BD82735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279E7F-8418-4FDE-A8A2-A9BB8D1057FF}"/>
      </w:docPartPr>
      <w:docPartBody>
        <w:p w:rsidR="00855B25" w:rsidRDefault="0051340F">
          <w:pPr>
            <w:pStyle w:val="63B6C659A0B5472298F23C6BD8273599"/>
          </w:pPr>
          <w:r w:rsidRPr="00333CD3">
            <w:t>Skills</w:t>
          </w:r>
        </w:p>
      </w:docPartBody>
    </w:docPart>
    <w:docPart>
      <w:docPartPr>
        <w:name w:val="53827B630E7143FF940F0FF3C19898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3FC27-FA66-4525-AA6E-DEA1E162E4F0}"/>
      </w:docPartPr>
      <w:docPartBody>
        <w:p w:rsidR="00855B25" w:rsidRDefault="0051340F">
          <w:pPr>
            <w:pStyle w:val="53827B630E7143FF940F0FF3C19898C8"/>
          </w:pPr>
          <w:r>
            <w:t>Your Name</w:t>
          </w:r>
        </w:p>
      </w:docPartBody>
    </w:docPart>
    <w:docPart>
      <w:docPartPr>
        <w:name w:val="395FFA8F74F14084A110739C5AACEC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D6AFE1-46E0-4366-82CC-D4158D2C49E5}"/>
      </w:docPartPr>
      <w:docPartBody>
        <w:p w:rsidR="00855B25" w:rsidRDefault="0051340F">
          <w:pPr>
            <w:pStyle w:val="395FFA8F74F14084A110739C5AACEC62"/>
          </w:pPr>
          <w:r>
            <w:t>Profession or Industry</w:t>
          </w:r>
        </w:p>
      </w:docPartBody>
    </w:docPart>
    <w:docPart>
      <w:docPartPr>
        <w:name w:val="0BB874A7D0AB4301925E9F8D1D7A1C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DB201-748A-44A1-9771-2A65228EE5CA}"/>
      </w:docPartPr>
      <w:docPartBody>
        <w:p w:rsidR="00855B25" w:rsidRDefault="0051340F">
          <w:pPr>
            <w:pStyle w:val="0BB874A7D0AB4301925E9F8D1D7A1C97"/>
          </w:pPr>
          <w:r w:rsidRPr="00333CD3">
            <w:t>Experience</w:t>
          </w:r>
        </w:p>
      </w:docPartBody>
    </w:docPart>
    <w:docPart>
      <w:docPartPr>
        <w:name w:val="8634A2DCE4E842BDB3414530464684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71C673-2785-4F19-8F2B-381C433B08A7}"/>
      </w:docPartPr>
      <w:docPartBody>
        <w:p w:rsidR="00855B25" w:rsidRDefault="0051340F">
          <w:pPr>
            <w:pStyle w:val="8634A2DCE4E842BDB341453046468466"/>
          </w:pPr>
          <w:r w:rsidRPr="00333CD3">
            <w:t>Education</w:t>
          </w:r>
        </w:p>
      </w:docPartBody>
    </w:docPart>
    <w:docPart>
      <w:docPartPr>
        <w:name w:val="FC3F329435A247EEBA8153C0FEF4E8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7A2939-1169-4A79-ACD5-394FD6BCBE55}"/>
      </w:docPartPr>
      <w:docPartBody>
        <w:p w:rsidR="00855B25" w:rsidRDefault="00572ED5" w:rsidP="00572ED5">
          <w:pPr>
            <w:pStyle w:val="FC3F329435A247EEBA8153C0FEF4E882"/>
          </w:pPr>
          <w:r w:rsidRPr="00333CD3">
            <w:t>Summarize your key responsibilities, leadership, and most stellar accomplishments.  Don’t list everything; keep it relevant and include data that shows the impact you made.</w:t>
          </w:r>
        </w:p>
      </w:docPartBody>
    </w:docPart>
    <w:docPart>
      <w:docPartPr>
        <w:name w:val="6392B1587CB84EC28C2B66FEF5ED8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8397D9-4152-454C-9C51-24B80E454F4A}"/>
      </w:docPartPr>
      <w:docPartBody>
        <w:p w:rsidR="00855B25" w:rsidRDefault="00572ED5" w:rsidP="00572ED5">
          <w:pPr>
            <w:pStyle w:val="6392B1587CB84EC28C2B66FEF5ED8E8B"/>
          </w:pPr>
          <w:r w:rsidRPr="00333CD3">
            <w:t>Think about the size of the team you led, the number of projects you balanced, or the number of articles you wrote.</w:t>
          </w:r>
        </w:p>
      </w:docPartBody>
    </w:docPart>
    <w:docPart>
      <w:docPartPr>
        <w:name w:val="59C7216668DA447C8B2485B3C03C15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576DFA-8A1D-4376-A4DC-2EC68AECD14D}"/>
      </w:docPartPr>
      <w:docPartBody>
        <w:p w:rsidR="00855B25" w:rsidRDefault="00572ED5" w:rsidP="00572ED5">
          <w:pPr>
            <w:pStyle w:val="59C7216668DA447C8B2485B3C03C153F"/>
          </w:pPr>
          <w:r w:rsidRPr="00333CD3">
            <w:t>Education</w:t>
          </w:r>
        </w:p>
      </w:docPartBody>
    </w:docPart>
    <w:docPart>
      <w:docPartPr>
        <w:name w:val="2B80F854883247D09C7AE981AC078F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675C3B-3ADB-4B5A-A8C1-F51A3971651D}"/>
      </w:docPartPr>
      <w:docPartBody>
        <w:p w:rsidR="00855B25" w:rsidRDefault="00572ED5" w:rsidP="00572ED5">
          <w:pPr>
            <w:pStyle w:val="2B80F854883247D09C7AE981AC078FB3"/>
          </w:pPr>
          <w:r w:rsidRPr="00333CD3">
            <w:t>YN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ED5"/>
    <w:rsid w:val="00274CC3"/>
    <w:rsid w:val="0051340F"/>
    <w:rsid w:val="00572ED5"/>
    <w:rsid w:val="00705A96"/>
    <w:rsid w:val="00855B25"/>
    <w:rsid w:val="00A42ED9"/>
    <w:rsid w:val="00AF1B6E"/>
    <w:rsid w:val="00BA6D62"/>
    <w:rsid w:val="00BD167A"/>
    <w:rsid w:val="00CE542E"/>
    <w:rsid w:val="00DA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8BAC4E2072D49FBA0CFE6556CE32D4B">
    <w:name w:val="C8BAC4E2072D49FBA0CFE6556CE32D4B"/>
  </w:style>
  <w:style w:type="paragraph" w:customStyle="1" w:styleId="D42FBD9714DE49EEAD2838119B95776D">
    <w:name w:val="D42FBD9714DE49EEAD2838119B95776D"/>
  </w:style>
  <w:style w:type="paragraph" w:customStyle="1" w:styleId="49154A18CB334571B9C2F050F1C358E1">
    <w:name w:val="49154A18CB334571B9C2F050F1C358E1"/>
  </w:style>
  <w:style w:type="paragraph" w:customStyle="1" w:styleId="63B6C659A0B5472298F23C6BD8273599">
    <w:name w:val="63B6C659A0B5472298F23C6BD8273599"/>
  </w:style>
  <w:style w:type="paragraph" w:customStyle="1" w:styleId="DDA923049033414394431A6AB68827DA">
    <w:name w:val="DDA923049033414394431A6AB68827DA"/>
  </w:style>
  <w:style w:type="paragraph" w:customStyle="1" w:styleId="53827B630E7143FF940F0FF3C19898C8">
    <w:name w:val="53827B630E7143FF940F0FF3C19898C8"/>
  </w:style>
  <w:style w:type="paragraph" w:customStyle="1" w:styleId="395FFA8F74F14084A110739C5AACEC62">
    <w:name w:val="395FFA8F74F14084A110739C5AACEC62"/>
  </w:style>
  <w:style w:type="paragraph" w:customStyle="1" w:styleId="1BF4BF272377441B8084A6EB952081D2">
    <w:name w:val="1BF4BF272377441B8084A6EB952081D2"/>
  </w:style>
  <w:style w:type="paragraph" w:customStyle="1" w:styleId="0BB874A7D0AB4301925E9F8D1D7A1C97">
    <w:name w:val="0BB874A7D0AB4301925E9F8D1D7A1C97"/>
  </w:style>
  <w:style w:type="paragraph" w:customStyle="1" w:styleId="0651668BA5DD46429AB8E220AE7C52A7">
    <w:name w:val="0651668BA5DD46429AB8E220AE7C52A7"/>
  </w:style>
  <w:style w:type="paragraph" w:customStyle="1" w:styleId="F53BB00D71AD4CDCAE246708731ED38E">
    <w:name w:val="F53BB00D71AD4CDCAE246708731ED38E"/>
  </w:style>
  <w:style w:type="paragraph" w:customStyle="1" w:styleId="9B682EF88FE645F09C903E30AADAD44B">
    <w:name w:val="9B682EF88FE645F09C903E30AADAD44B"/>
  </w:style>
  <w:style w:type="paragraph" w:customStyle="1" w:styleId="1B6C3257B92D4E5B8F3DA681DBAACAC1">
    <w:name w:val="1B6C3257B92D4E5B8F3DA681DBAACAC1"/>
  </w:style>
  <w:style w:type="paragraph" w:customStyle="1" w:styleId="14CA5DF4873C470F8477AA3E6210BE7D">
    <w:name w:val="14CA5DF4873C470F8477AA3E6210BE7D"/>
  </w:style>
  <w:style w:type="paragraph" w:customStyle="1" w:styleId="A3C0675B4D6141E5B3368B8C916BFAE2">
    <w:name w:val="A3C0675B4D6141E5B3368B8C916BFAE2"/>
  </w:style>
  <w:style w:type="paragraph" w:customStyle="1" w:styleId="364A1FF919334C63BD3E2988F5EADFE2">
    <w:name w:val="364A1FF919334C63BD3E2988F5EADFE2"/>
  </w:style>
  <w:style w:type="paragraph" w:customStyle="1" w:styleId="A132A812F8FE4538A8D45E2F7451ECED">
    <w:name w:val="A132A812F8FE4538A8D45E2F7451ECED"/>
  </w:style>
  <w:style w:type="paragraph" w:customStyle="1" w:styleId="8634A2DCE4E842BDB341453046468466">
    <w:name w:val="8634A2DCE4E842BDB341453046468466"/>
  </w:style>
  <w:style w:type="paragraph" w:customStyle="1" w:styleId="843B68EA3AB7478DB632285490F394A6">
    <w:name w:val="843B68EA3AB7478DB632285490F394A6"/>
  </w:style>
  <w:style w:type="paragraph" w:customStyle="1" w:styleId="FFED69ED7DEC40FC8AE3081A4A3D0BE7">
    <w:name w:val="FFED69ED7DEC40FC8AE3081A4A3D0BE7"/>
  </w:style>
  <w:style w:type="paragraph" w:customStyle="1" w:styleId="B30D7A7412604F32B6843BF33110EE85">
    <w:name w:val="B30D7A7412604F32B6843BF33110EE85"/>
  </w:style>
  <w:style w:type="paragraph" w:customStyle="1" w:styleId="ED95B815ED0449B5B14FE6FDFFC699D7">
    <w:name w:val="ED95B815ED0449B5B14FE6FDFFC699D7"/>
  </w:style>
  <w:style w:type="paragraph" w:customStyle="1" w:styleId="F0DCD86B28AA43D3B9E7D03B96832C1F">
    <w:name w:val="F0DCD86B28AA43D3B9E7D03B96832C1F"/>
  </w:style>
  <w:style w:type="paragraph" w:customStyle="1" w:styleId="A5EDEAC67330469CAF435048C9816428">
    <w:name w:val="A5EDEAC67330469CAF435048C9816428"/>
  </w:style>
  <w:style w:type="paragraph" w:customStyle="1" w:styleId="24C1F63B38FA44CAA04EA12682593BF6">
    <w:name w:val="24C1F63B38FA44CAA04EA12682593BF6"/>
  </w:style>
  <w:style w:type="paragraph" w:customStyle="1" w:styleId="38E5023365884545BD33F7CFA3A24B16">
    <w:name w:val="38E5023365884545BD33F7CFA3A24B16"/>
  </w:style>
  <w:style w:type="paragraph" w:customStyle="1" w:styleId="DB6E9EF20C804100B44FF4E2C29B15A2">
    <w:name w:val="DB6E9EF20C804100B44FF4E2C29B15A2"/>
  </w:style>
  <w:style w:type="paragraph" w:customStyle="1" w:styleId="992D9096832943389147C0BD9207D656">
    <w:name w:val="992D9096832943389147C0BD9207D656"/>
  </w:style>
  <w:style w:type="paragraph" w:customStyle="1" w:styleId="530D3B05400044508431AD2CF697CDCD">
    <w:name w:val="530D3B05400044508431AD2CF697CDCD"/>
    <w:rsid w:val="00572ED5"/>
  </w:style>
  <w:style w:type="paragraph" w:customStyle="1" w:styleId="F0860286A2204B0BB872B9EB7B491CC7">
    <w:name w:val="F0860286A2204B0BB872B9EB7B491CC7"/>
    <w:rsid w:val="00572ED5"/>
  </w:style>
  <w:style w:type="paragraph" w:customStyle="1" w:styleId="19D1D942346E4615817A93F2076063B2">
    <w:name w:val="19D1D942346E4615817A93F2076063B2"/>
    <w:rsid w:val="00572ED5"/>
  </w:style>
  <w:style w:type="paragraph" w:customStyle="1" w:styleId="B972C2DA57184E56BFE00F7DAC9A6B97">
    <w:name w:val="B972C2DA57184E56BFE00F7DAC9A6B97"/>
    <w:rsid w:val="00572ED5"/>
  </w:style>
  <w:style w:type="paragraph" w:customStyle="1" w:styleId="4F0ACF57F1F14EB7B3D2B673C4D19C2E">
    <w:name w:val="4F0ACF57F1F14EB7B3D2B673C4D19C2E"/>
    <w:rsid w:val="00572ED5"/>
  </w:style>
  <w:style w:type="paragraph" w:customStyle="1" w:styleId="A8FBEE8E9B1A413B9EF7F4915A433DB4">
    <w:name w:val="A8FBEE8E9B1A413B9EF7F4915A433DB4"/>
    <w:rsid w:val="00572ED5"/>
  </w:style>
  <w:style w:type="paragraph" w:customStyle="1" w:styleId="5792A4F48C164E3B8E1A23E3D2513E8E">
    <w:name w:val="5792A4F48C164E3B8E1A23E3D2513E8E"/>
    <w:rsid w:val="00572ED5"/>
  </w:style>
  <w:style w:type="paragraph" w:customStyle="1" w:styleId="FC3F329435A247EEBA8153C0FEF4E882">
    <w:name w:val="FC3F329435A247EEBA8153C0FEF4E882"/>
    <w:rsid w:val="00572ED5"/>
  </w:style>
  <w:style w:type="paragraph" w:customStyle="1" w:styleId="6392B1587CB84EC28C2B66FEF5ED8E8B">
    <w:name w:val="6392B1587CB84EC28C2B66FEF5ED8E8B"/>
    <w:rsid w:val="00572ED5"/>
  </w:style>
  <w:style w:type="paragraph" w:customStyle="1" w:styleId="59C7216668DA447C8B2485B3C03C153F">
    <w:name w:val="59C7216668DA447C8B2485B3C03C153F"/>
    <w:rsid w:val="00572ED5"/>
  </w:style>
  <w:style w:type="paragraph" w:customStyle="1" w:styleId="0407A612068A4E4596FDD77250F3F5B3">
    <w:name w:val="0407A612068A4E4596FDD77250F3F5B3"/>
    <w:rsid w:val="00572ED5"/>
  </w:style>
  <w:style w:type="paragraph" w:customStyle="1" w:styleId="2B80F854883247D09C7AE981AC078FB3">
    <w:name w:val="2B80F854883247D09C7AE981AC078FB3"/>
    <w:rsid w:val="00572ED5"/>
  </w:style>
  <w:style w:type="paragraph" w:customStyle="1" w:styleId="40117A94D53640E79ECBF90749E78C0C">
    <w:name w:val="40117A94D53640E79ECBF90749E78C0C"/>
    <w:rsid w:val="00572ED5"/>
  </w:style>
  <w:style w:type="paragraph" w:customStyle="1" w:styleId="F059A745BDA04C9582686182D5FDF871">
    <w:name w:val="F059A745BDA04C9582686182D5FDF871"/>
    <w:rsid w:val="00572ED5"/>
  </w:style>
  <w:style w:type="paragraph" w:customStyle="1" w:styleId="451860400CE04007B51E58DC4A983364">
    <w:name w:val="451860400CE04007B51E58DC4A983364"/>
    <w:rsid w:val="00572ED5"/>
  </w:style>
  <w:style w:type="paragraph" w:customStyle="1" w:styleId="1C239AC1219D4DC39947B148117122F4">
    <w:name w:val="1C239AC1219D4DC39947B148117122F4"/>
    <w:rsid w:val="00572ED5"/>
  </w:style>
  <w:style w:type="paragraph" w:customStyle="1" w:styleId="8B9BBCD56A1B4937AF7491CE7DB79AC3">
    <w:name w:val="8B9BBCD56A1B4937AF7491CE7DB79AC3"/>
    <w:rsid w:val="00572ED5"/>
  </w:style>
  <w:style w:type="paragraph" w:customStyle="1" w:styleId="8EE5991A6435455AA6E4013AB3A8D4C4">
    <w:name w:val="8EE5991A6435455AA6E4013AB3A8D4C4"/>
    <w:rsid w:val="00572ED5"/>
  </w:style>
  <w:style w:type="paragraph" w:customStyle="1" w:styleId="88AF58ADCC7E4FBD9200DDB3D1139463">
    <w:name w:val="88AF58ADCC7E4FBD9200DDB3D1139463"/>
    <w:rsid w:val="00572ED5"/>
  </w:style>
  <w:style w:type="paragraph" w:customStyle="1" w:styleId="9B7CDF6DA64F4F65AF3D0D9782A07734">
    <w:name w:val="9B7CDF6DA64F4F65AF3D0D9782A07734"/>
    <w:rsid w:val="00572ED5"/>
  </w:style>
  <w:style w:type="paragraph" w:customStyle="1" w:styleId="248770C17C874E54B544FDC895C53EC3">
    <w:name w:val="248770C17C874E54B544FDC895C53EC3"/>
    <w:rsid w:val="00572ED5"/>
  </w:style>
  <w:style w:type="paragraph" w:customStyle="1" w:styleId="51735C44C5004856BAD2A65FF7BD4E5A">
    <w:name w:val="51735C44C5004856BAD2A65FF7BD4E5A"/>
    <w:rsid w:val="00572ED5"/>
  </w:style>
  <w:style w:type="paragraph" w:customStyle="1" w:styleId="7504F25757CF4768AB3E39ADED836580">
    <w:name w:val="7504F25757CF4768AB3E39ADED836580"/>
    <w:rsid w:val="00572ED5"/>
  </w:style>
  <w:style w:type="paragraph" w:customStyle="1" w:styleId="972F05DB087043329B346AF8C4B2FA2B">
    <w:name w:val="972F05DB087043329B346AF8C4B2FA2B"/>
    <w:rsid w:val="00572ED5"/>
  </w:style>
  <w:style w:type="paragraph" w:customStyle="1" w:styleId="02A854F9FDD44047B7BB6C1AAB9ACBC1">
    <w:name w:val="02A854F9FDD44047B7BB6C1AAB9ACBC1"/>
    <w:rsid w:val="00572ED5"/>
  </w:style>
  <w:style w:type="paragraph" w:customStyle="1" w:styleId="F304F4F89C2048E797EBECD326F8F5F3">
    <w:name w:val="F304F4F89C2048E797EBECD326F8F5F3"/>
    <w:rsid w:val="00572ED5"/>
  </w:style>
  <w:style w:type="paragraph" w:customStyle="1" w:styleId="765E9253E5754375BBAB3CD6BEC5D444">
    <w:name w:val="765E9253E5754375BBAB3CD6BEC5D444"/>
    <w:rsid w:val="00572ED5"/>
  </w:style>
  <w:style w:type="paragraph" w:customStyle="1" w:styleId="DDFF52147F9A4592A1BF7CCF3FCDA1AE">
    <w:name w:val="DDFF52147F9A4592A1BF7CCF3FCDA1AE"/>
    <w:rsid w:val="00572ED5"/>
  </w:style>
  <w:style w:type="paragraph" w:customStyle="1" w:styleId="0101AA5016794EB2B048EA6FB6C69EC5">
    <w:name w:val="0101AA5016794EB2B048EA6FB6C69EC5"/>
    <w:rsid w:val="00572ED5"/>
  </w:style>
  <w:style w:type="paragraph" w:customStyle="1" w:styleId="38731B48BD104C53B1A732FAB56DDF9F">
    <w:name w:val="38731B48BD104C53B1A732FAB56DDF9F"/>
    <w:rsid w:val="00572ED5"/>
  </w:style>
  <w:style w:type="paragraph" w:customStyle="1" w:styleId="DBBFBAEF2CC143E2BA0B8B0521158A87">
    <w:name w:val="DBBFBAEF2CC143E2BA0B8B0521158A87"/>
    <w:rsid w:val="00572ED5"/>
  </w:style>
  <w:style w:type="paragraph" w:customStyle="1" w:styleId="0BFB07797D944A6C9C3432B07E3C5271">
    <w:name w:val="0BFB07797D944A6C9C3432B07E3C5271"/>
    <w:rsid w:val="00572ED5"/>
  </w:style>
  <w:style w:type="paragraph" w:customStyle="1" w:styleId="519EF90B3DD44E4E864C2CA4F163A41E">
    <w:name w:val="519EF90B3DD44E4E864C2CA4F163A41E"/>
    <w:rsid w:val="00572ED5"/>
  </w:style>
  <w:style w:type="paragraph" w:customStyle="1" w:styleId="C63BC696554A490A80BBEA379DDD29C9">
    <w:name w:val="C63BC696554A490A80BBEA379DDD29C9"/>
    <w:rsid w:val="00572ED5"/>
  </w:style>
  <w:style w:type="paragraph" w:customStyle="1" w:styleId="FAA84F379A9449BBA6AEC5976D36F8EC">
    <w:name w:val="FAA84F379A9449BBA6AEC5976D36F8EC"/>
    <w:rsid w:val="00572ED5"/>
  </w:style>
  <w:style w:type="paragraph" w:customStyle="1" w:styleId="1A7ECF0F495C428E8009E13EA0EAF590">
    <w:name w:val="1A7ECF0F495C428E8009E13EA0EAF590"/>
    <w:rsid w:val="00572ED5"/>
  </w:style>
  <w:style w:type="paragraph" w:customStyle="1" w:styleId="9E65DB87DDA84DA2AA9EBA9962BE3CDE">
    <w:name w:val="9E65DB87DDA84DA2AA9EBA9962BE3CDE"/>
    <w:rsid w:val="00572ED5"/>
  </w:style>
  <w:style w:type="paragraph" w:customStyle="1" w:styleId="287490FFD3F74E8C837F482C46A42067">
    <w:name w:val="287490FFD3F74E8C837F482C46A42067"/>
    <w:rsid w:val="00572ED5"/>
  </w:style>
  <w:style w:type="paragraph" w:customStyle="1" w:styleId="BBCFD3BE031A461F8623D9E60865EB4B">
    <w:name w:val="BBCFD3BE031A461F8623D9E60865EB4B"/>
    <w:rsid w:val="00572ED5"/>
  </w:style>
  <w:style w:type="paragraph" w:customStyle="1" w:styleId="98CDA553ADB04FC09713C59137549728">
    <w:name w:val="98CDA553ADB04FC09713C59137549728"/>
    <w:rsid w:val="00572ED5"/>
  </w:style>
  <w:style w:type="paragraph" w:customStyle="1" w:styleId="822F9E20031F47FB8A363BFB32B7C0E4">
    <w:name w:val="822F9E20031F47FB8A363BFB32B7C0E4"/>
    <w:rsid w:val="00572ED5"/>
  </w:style>
  <w:style w:type="paragraph" w:customStyle="1" w:styleId="85A0462BD4F64F6B8621D5D3A50EE482">
    <w:name w:val="85A0462BD4F64F6B8621D5D3A50EE482"/>
    <w:rsid w:val="00572ED5"/>
  </w:style>
  <w:style w:type="paragraph" w:customStyle="1" w:styleId="D8D3135506904FCCB7220EE3E0397654">
    <w:name w:val="D8D3135506904FCCB7220EE3E0397654"/>
    <w:rsid w:val="00572ED5"/>
  </w:style>
  <w:style w:type="paragraph" w:customStyle="1" w:styleId="E6AA88F928304C95B5836F42AB45C4A4">
    <w:name w:val="E6AA88F928304C95B5836F42AB45C4A4"/>
    <w:rsid w:val="00572ED5"/>
  </w:style>
  <w:style w:type="paragraph" w:customStyle="1" w:styleId="4C6A9FD7AE104A078F14900BA42995BD">
    <w:name w:val="4C6A9FD7AE104A078F14900BA42995BD"/>
    <w:rsid w:val="00572ED5"/>
  </w:style>
  <w:style w:type="paragraph" w:customStyle="1" w:styleId="072D9EDD79914F618C7E19978F6DEC0A">
    <w:name w:val="072D9EDD79914F618C7E19978F6DEC0A"/>
    <w:rsid w:val="00572ED5"/>
  </w:style>
  <w:style w:type="paragraph" w:customStyle="1" w:styleId="33B092809747461FA218DC79FCAB88CB">
    <w:name w:val="33B092809747461FA218DC79FCAB88CB"/>
    <w:rsid w:val="00572ED5"/>
  </w:style>
  <w:style w:type="paragraph" w:customStyle="1" w:styleId="F55CA34B951D41D6946685DA81D833D2">
    <w:name w:val="F55CA34B951D41D6946685DA81D833D2"/>
    <w:rsid w:val="00572ED5"/>
  </w:style>
  <w:style w:type="paragraph" w:customStyle="1" w:styleId="D51633A10906403BA72B854703617240">
    <w:name w:val="D51633A10906403BA72B854703617240"/>
    <w:rsid w:val="00572ED5"/>
  </w:style>
  <w:style w:type="paragraph" w:customStyle="1" w:styleId="6A405FCD05E94A0B9D7FD14AC33D8286">
    <w:name w:val="6A405FCD05E94A0B9D7FD14AC33D8286"/>
    <w:rsid w:val="00572ED5"/>
  </w:style>
  <w:style w:type="paragraph" w:customStyle="1" w:styleId="48E0EE4B145A43E786DD642B4C50F7CF">
    <w:name w:val="48E0EE4B145A43E786DD642B4C50F7CF"/>
    <w:rsid w:val="00572ED5"/>
  </w:style>
  <w:style w:type="paragraph" w:customStyle="1" w:styleId="25707354529342528C7C1D0759DC10BD">
    <w:name w:val="25707354529342528C7C1D0759DC10BD"/>
    <w:rsid w:val="00572ED5"/>
  </w:style>
  <w:style w:type="paragraph" w:customStyle="1" w:styleId="87E60F4F14AC4D32BCDC400DB867EE5C">
    <w:name w:val="87E60F4F14AC4D32BCDC400DB867EE5C"/>
    <w:rsid w:val="00572ED5"/>
  </w:style>
  <w:style w:type="paragraph" w:customStyle="1" w:styleId="EEE81B78ECF44C909E625E5174CBF4A0">
    <w:name w:val="EEE81B78ECF44C909E625E5174CBF4A0"/>
    <w:rsid w:val="00572ED5"/>
  </w:style>
  <w:style w:type="paragraph" w:customStyle="1" w:styleId="41D306AFB69A462F9F18300B968C2B9A">
    <w:name w:val="41D306AFB69A462F9F18300B968C2B9A"/>
    <w:rsid w:val="00572ED5"/>
  </w:style>
  <w:style w:type="paragraph" w:customStyle="1" w:styleId="AB004452503C46A7B816E075F7E7B318">
    <w:name w:val="AB004452503C46A7B816E075F7E7B318"/>
    <w:rsid w:val="00572ED5"/>
  </w:style>
  <w:style w:type="paragraph" w:customStyle="1" w:styleId="B0A9D05943C74403958F2432164C5EDF">
    <w:name w:val="B0A9D05943C74403958F2432164C5EDF"/>
    <w:rsid w:val="00572E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5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A4E4E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4">
      <a:majorFont>
        <a:latin typeface="Franklin Gothic Demi"/>
        <a:ea typeface=""/>
        <a:cs typeface=""/>
      </a:majorFont>
      <a:minorFont>
        <a:latin typeface="Rockwel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Polished resume, designed by MOO.dotx</Template>
  <TotalTime>1549</TotalTime>
  <Pages>3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</Company>
  <LinksUpToDate>false</LinksUpToDate>
  <CharactersWithSpaces>4112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226 Vintage Lane Campbellsville, KY 42718</dc:subject>
  <dc:creator>Abby Harnack</dc:creator>
  <cp:keywords/>
  <dc:description>(270) 320-2587
abbynharnack@gmail.com | msharnack.wikispaces.com</dc:description>
  <cp:lastModifiedBy>Abby Harnack</cp:lastModifiedBy>
  <cp:revision>23</cp:revision>
  <dcterms:created xsi:type="dcterms:W3CDTF">2016-09-05T22:34:00Z</dcterms:created>
  <dcterms:modified xsi:type="dcterms:W3CDTF">2016-09-20T16:49:00Z</dcterms:modified>
</cp:coreProperties>
</file>